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noProof/>
          <w:color w:val="7F7F7F" w:themeColor="text1" w:themeTint="80"/>
          <w:szCs w:val="18"/>
          <w:lang w:val="es-ES_tradnl"/>
        </w:rPr>
        <w:id w:val="696284006"/>
        <w:docPartObj>
          <w:docPartGallery w:val="Cover Pages"/>
          <w:docPartUnique/>
        </w:docPartObj>
      </w:sdtPr>
      <w:sdtContent>
        <w:p w:rsidR="003C0B0F" w:rsidRPr="00D047B5" w:rsidRDefault="003C0B0F" w:rsidP="0021366A">
          <w:pPr>
            <w:pStyle w:val="CoverLogo"/>
            <w:ind w:left="862" w:right="862"/>
            <w:rPr>
              <w:noProof/>
              <w:lang w:val="es-ES_tradnl"/>
            </w:rPr>
          </w:pPr>
        </w:p>
        <w:sdt>
          <w:sdtPr>
            <w:alias w:val="Haga clic en el icono para sustituir el imagen"/>
            <w:tag w:val="Haga clic en el icono para sustituir el imagen"/>
            <w:id w:val="1735506185"/>
            <w:picture/>
          </w:sdtPr>
          <w:sdtContent>
            <w:p w:rsidR="003C0B0F" w:rsidRPr="00D047B5" w:rsidRDefault="0092275C">
              <w:pPr>
                <w:jc w:val="center"/>
                <w:rPr>
                  <w:noProof/>
                  <w:lang w:val="es-ES_tradnl"/>
                </w:rPr>
              </w:pPr>
              <w:r w:rsidRPr="0092275C">
                <w:rPr>
                  <w:noProof/>
                  <w:lang w:eastAsia="es-ES"/>
                </w:rPr>
                <w:drawing>
                  <wp:inline distT="0" distB="0" distL="0" distR="0">
                    <wp:extent cx="6404610" cy="3603717"/>
                    <wp:effectExtent l="1905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6404610" cy="3603717"/>
                            </a:xfrm>
                            <a:prstGeom prst="rect">
                              <a:avLst/>
                            </a:prstGeom>
                            <a:noFill/>
                            <a:ln w="9525">
                              <a:noFill/>
                              <a:miter lim="800000"/>
                              <a:headEnd/>
                              <a:tailEnd/>
                            </a:ln>
                          </pic:spPr>
                        </pic:pic>
                      </a:graphicData>
                    </a:graphic>
                  </wp:inline>
                </w:drawing>
              </w:r>
            </w:p>
          </w:sdtContent>
        </w:sdt>
        <w:sdt>
          <w:sdtPr>
            <w:rPr>
              <w:noProof/>
              <w:lang w:val="es-ES_tradnl"/>
            </w:rPr>
            <w:alias w:val="Título del informe"/>
            <w:tag w:val="Título del informe"/>
            <w:id w:val="-1769611973"/>
            <w:placeholder>
              <w:docPart w:val="3963A501E98548088619DFACDF2BFD85"/>
            </w:placeholder>
            <w:dataBinding w:prefixMappings="xmlns:ns0='http://purl.org/dc/elements/1.1/' xmlns:ns1='http://schemas.openxmlformats.org/package/2006/metadata/core-properties' " w:xpath="/ns1:coreProperties[1]/ns0:description[1]" w:storeItemID="{6C3C8BC8-F283-45AE-878A-BAB7291924A1}"/>
            <w:text w:multiLine="1"/>
          </w:sdtPr>
          <w:sdtContent>
            <w:p w:rsidR="003C0B0F" w:rsidRPr="00D047B5" w:rsidRDefault="0092275C">
              <w:pPr>
                <w:pStyle w:val="Ttulo"/>
                <w:rPr>
                  <w:noProof/>
                  <w:lang w:val="es-ES_tradnl"/>
                </w:rPr>
              </w:pPr>
              <w:r>
                <w:rPr>
                  <w:noProof/>
                  <w:lang w:val="es-ES_tradnl"/>
                </w:rPr>
                <w:t>Manual de Reuniones</w:t>
              </w:r>
            </w:p>
          </w:sdtContent>
        </w:sdt>
        <w:p w:rsidR="003C0B0F" w:rsidRPr="00D047B5" w:rsidRDefault="003C0B0F">
          <w:pPr>
            <w:pStyle w:val="Subttulo"/>
            <w:rPr>
              <w:noProof/>
              <w:lang w:val="es-ES_tradnl"/>
            </w:rPr>
          </w:pPr>
        </w:p>
        <w:p w:rsidR="003C0B0F" w:rsidRPr="00D047B5" w:rsidRDefault="0092275C">
          <w:pPr>
            <w:pStyle w:val="CompanyInfo"/>
            <w:rPr>
              <w:noProof/>
              <w:lang w:val="es-ES_tradnl"/>
            </w:rPr>
          </w:pPr>
          <w:r>
            <w:rPr>
              <w:noProof/>
              <w:lang w:val="es-ES_tradnl"/>
            </w:rPr>
            <w:t>Ejemplo de manuales de usuario de aplicaciones PHPRunner</w:t>
          </w:r>
        </w:p>
        <w:p w:rsidR="003C0B0F" w:rsidRPr="00D047B5" w:rsidRDefault="0092275C">
          <w:pPr>
            <w:pStyle w:val="CompanyInfo"/>
            <w:rPr>
              <w:noProof/>
              <w:lang w:val="es-ES_tradnl"/>
            </w:rPr>
          </w:pPr>
          <w:r>
            <w:rPr>
              <w:noProof/>
              <w:color w:val="808080"/>
              <w:lang w:val="es-ES_tradnl"/>
            </w:rPr>
            <w:t>Fernando Humanes</w:t>
          </w:r>
        </w:p>
        <w:p w:rsidR="0021366A" w:rsidRPr="00D047B5" w:rsidRDefault="00D56BE3" w:rsidP="0021366A">
          <w:pPr>
            <w:pStyle w:val="CompanyInfo"/>
            <w:rPr>
              <w:noProof/>
              <w:lang w:val="es-ES_tradnl"/>
            </w:rPr>
          </w:pPr>
          <w:r w:rsidRPr="00D047B5">
            <w:rPr>
              <w:rStyle w:val="Textoennegrita"/>
              <w:noProof/>
              <w:lang w:val="es-ES_tradnl"/>
            </w:rPr>
            <w:t>E</w:t>
          </w:r>
          <w:r w:rsidR="0092275C">
            <w:rPr>
              <w:rStyle w:val="Textoennegrita"/>
              <w:noProof/>
              <w:lang w:val="es-ES_tradnl"/>
            </w:rPr>
            <w:t>mail</w:t>
          </w:r>
          <w:r w:rsidRPr="00D047B5">
            <w:rPr>
              <w:rStyle w:val="Textoennegrita"/>
              <w:noProof/>
              <w:lang w:val="es-ES_tradnl"/>
            </w:rPr>
            <w:t>:</w:t>
          </w:r>
          <w:r w:rsidR="0092275C">
            <w:rPr>
              <w:noProof/>
              <w:lang w:val="es-ES_tradnl"/>
            </w:rPr>
            <w:t>fernandohumanes@gmail.com</w:t>
          </w:r>
        </w:p>
      </w:sdtContent>
    </w:sdt>
    <w:p w:rsidR="0092275C" w:rsidRDefault="0092275C">
      <w:pPr>
        <w:spacing w:before="0" w:after="200"/>
        <w:rPr>
          <w:rFonts w:asciiTheme="majorHAnsi" w:hAnsiTheme="majorHAnsi"/>
          <w:noProof/>
          <w:color w:val="F72B1E" w:themeColor="accent1"/>
          <w:sz w:val="48"/>
          <w:szCs w:val="48"/>
          <w:lang w:val="es-ES_tradnl"/>
        </w:rPr>
      </w:pPr>
      <w:r>
        <w:rPr>
          <w:noProof/>
          <w:lang w:val="es-ES_tradnl"/>
        </w:rPr>
        <w:br w:type="page"/>
      </w:r>
    </w:p>
    <w:p w:rsidR="003C0B0F" w:rsidRPr="00D047B5" w:rsidRDefault="00D56BE3" w:rsidP="0092275C">
      <w:pPr>
        <w:pStyle w:val="Ttulo1"/>
        <w:rPr>
          <w:noProof/>
          <w:lang w:val="es-ES_tradnl"/>
        </w:rPr>
      </w:pPr>
      <w:bookmarkStart w:id="0" w:name="_Toc45737020"/>
      <w:r w:rsidRPr="00D047B5">
        <w:rPr>
          <w:noProof/>
          <w:lang w:val="es-ES_tradnl"/>
        </w:rPr>
        <w:lastRenderedPageBreak/>
        <w:t>Resumen</w:t>
      </w:r>
      <w:bookmarkEnd w:id="0"/>
      <w:r w:rsidRPr="00D047B5">
        <w:rPr>
          <w:noProof/>
          <w:lang w:val="es-ES_tradnl"/>
        </w:rPr>
        <w:t xml:space="preserve"> </w:t>
      </w:r>
    </w:p>
    <w:p w:rsidR="003C0B0F" w:rsidRDefault="0092275C" w:rsidP="0092275C">
      <w:pPr>
        <w:rPr>
          <w:noProof/>
          <w:lang w:val="es-ES_tradnl"/>
        </w:rPr>
      </w:pPr>
      <w:r>
        <w:rPr>
          <w:noProof/>
          <w:lang w:val="es-ES_tradnl"/>
        </w:rPr>
        <w:t>Este es un ejemplo de un típico manual de usuario donde se le explica cómo está diseñado el fucnionamiento de una aplicación, en este caso, desarrollada en PHPRunner, pero podría servir para cualquier técnología.</w:t>
      </w:r>
    </w:p>
    <w:p w:rsidR="0092275C" w:rsidRDefault="0092275C" w:rsidP="0092275C">
      <w:pPr>
        <w:rPr>
          <w:noProof/>
          <w:lang w:val="es-ES_tradnl"/>
        </w:rPr>
      </w:pPr>
      <w:r>
        <w:rPr>
          <w:noProof/>
          <w:lang w:val="es-ES_tradnl"/>
        </w:rPr>
        <w:t>En este apartado de resumen se puede utilizar para explicar, de forma general, el objetivo funcional que desea cubrir esta aplicación, así como la forma de identificar cualquier error o cómo mejorar el producto.</w:t>
      </w:r>
    </w:p>
    <w:p w:rsidR="00F55BE1" w:rsidRPr="00F55BE1" w:rsidRDefault="00F55BE1" w:rsidP="00F55BE1">
      <w:pPr>
        <w:rPr>
          <w:i/>
          <w:noProof/>
          <w:color w:val="CA5A00" w:themeColor="accent2" w:themeShade="BF"/>
          <w:lang w:val="es-ES_tradnl"/>
        </w:rPr>
      </w:pPr>
      <w:r w:rsidRPr="00F55BE1">
        <w:rPr>
          <w:i/>
          <w:noProof/>
          <w:color w:val="CA5A00" w:themeColor="accent2" w:themeShade="BF"/>
          <w:lang w:val="es-ES_tradnl"/>
        </w:rPr>
        <w:t>This is an example of a typical user manual that explains how the operation of an application is designed, in this case, developed in PHPRunner, but it could be used for any technology.</w:t>
      </w:r>
    </w:p>
    <w:p w:rsidR="00F55BE1" w:rsidRPr="00F55BE1" w:rsidRDefault="00F55BE1" w:rsidP="00F55BE1">
      <w:pPr>
        <w:rPr>
          <w:i/>
          <w:noProof/>
          <w:color w:val="CA5A00" w:themeColor="accent2" w:themeShade="BF"/>
          <w:lang w:val="es-ES_tradnl"/>
        </w:rPr>
      </w:pPr>
      <w:r w:rsidRPr="00F55BE1">
        <w:rPr>
          <w:i/>
          <w:noProof/>
          <w:color w:val="CA5A00" w:themeColor="accent2" w:themeShade="BF"/>
          <w:lang w:val="es-ES_tradnl"/>
        </w:rPr>
        <w:t>In this summary section it can be used to explain, in general, the functional objective that this application wants to cover, as well as the way to identify any error or how to improve the product.</w:t>
      </w:r>
    </w:p>
    <w:p w:rsidR="0092275C" w:rsidRDefault="0092275C">
      <w:pPr>
        <w:spacing w:before="0" w:after="200"/>
        <w:rPr>
          <w:noProof/>
          <w:lang w:val="es-ES_tradnl"/>
        </w:rPr>
      </w:pPr>
      <w:r>
        <w:rPr>
          <w:noProof/>
          <w:lang w:val="es-ES_tradnl"/>
        </w:rPr>
        <w:br w:type="page"/>
      </w:r>
    </w:p>
    <w:p w:rsidR="0092275C" w:rsidRPr="00D047B5" w:rsidRDefault="0092275C" w:rsidP="0092275C">
      <w:pPr>
        <w:rPr>
          <w:noProof/>
          <w:lang w:val="es-ES_tradnl"/>
        </w:rPr>
      </w:pPr>
    </w:p>
    <w:sdt>
      <w:sdtPr>
        <w:rPr>
          <w:rFonts w:asciiTheme="minorHAnsi" w:hAnsiTheme="minorHAnsi"/>
          <w:caps w:val="0"/>
          <w:color w:val="auto"/>
          <w:sz w:val="20"/>
          <w:szCs w:val="20"/>
        </w:rPr>
        <w:id w:val="1636193608"/>
        <w:docPartObj>
          <w:docPartGallery w:val="Table of Contents"/>
          <w:docPartUnique/>
        </w:docPartObj>
      </w:sdtPr>
      <w:sdtContent>
        <w:p w:rsidR="00B87245" w:rsidRDefault="00B87245">
          <w:pPr>
            <w:pStyle w:val="TtulodeTDC"/>
          </w:pPr>
          <w:r>
            <w:t>Contenido</w:t>
          </w:r>
        </w:p>
        <w:p w:rsidR="005C4113" w:rsidRDefault="001F2D63">
          <w:pPr>
            <w:pStyle w:val="TDC1"/>
            <w:rPr>
              <w:rFonts w:asciiTheme="minorHAnsi" w:eastAsiaTheme="minorEastAsia" w:hAnsiTheme="minorHAnsi"/>
              <w:noProof/>
              <w:color w:val="auto"/>
              <w:sz w:val="22"/>
              <w:szCs w:val="22"/>
              <w:lang w:eastAsia="es-ES"/>
            </w:rPr>
          </w:pPr>
          <w:r w:rsidRPr="001F2D63">
            <w:fldChar w:fldCharType="begin"/>
          </w:r>
          <w:r w:rsidR="00B87245">
            <w:instrText xml:space="preserve"> TOC \o "1-3" \h \z \u </w:instrText>
          </w:r>
          <w:r w:rsidRPr="001F2D63">
            <w:fldChar w:fldCharType="separate"/>
          </w:r>
          <w:hyperlink w:anchor="_Toc45737020" w:history="1">
            <w:r w:rsidR="005C4113" w:rsidRPr="00957A81">
              <w:rPr>
                <w:rStyle w:val="Hipervnculo"/>
                <w:noProof/>
                <w:lang w:val="es-ES_tradnl"/>
              </w:rPr>
              <w:t>Resumen</w:t>
            </w:r>
            <w:r w:rsidR="005C4113">
              <w:rPr>
                <w:noProof/>
                <w:webHidden/>
              </w:rPr>
              <w:tab/>
            </w:r>
            <w:r>
              <w:rPr>
                <w:noProof/>
                <w:webHidden/>
              </w:rPr>
              <w:fldChar w:fldCharType="begin"/>
            </w:r>
            <w:r w:rsidR="005C4113">
              <w:rPr>
                <w:noProof/>
                <w:webHidden/>
              </w:rPr>
              <w:instrText xml:space="preserve"> PAGEREF _Toc45737020 \h </w:instrText>
            </w:r>
            <w:r>
              <w:rPr>
                <w:noProof/>
                <w:webHidden/>
              </w:rPr>
            </w:r>
            <w:r>
              <w:rPr>
                <w:noProof/>
                <w:webHidden/>
              </w:rPr>
              <w:fldChar w:fldCharType="separate"/>
            </w:r>
            <w:r w:rsidR="005C4113">
              <w:rPr>
                <w:noProof/>
                <w:webHidden/>
              </w:rPr>
              <w:t>2</w:t>
            </w:r>
            <w:r>
              <w:rPr>
                <w:noProof/>
                <w:webHidden/>
              </w:rPr>
              <w:fldChar w:fldCharType="end"/>
            </w:r>
          </w:hyperlink>
        </w:p>
        <w:p w:rsidR="005C4113" w:rsidRDefault="001F2D63">
          <w:pPr>
            <w:pStyle w:val="TDC1"/>
            <w:rPr>
              <w:rFonts w:asciiTheme="minorHAnsi" w:eastAsiaTheme="minorEastAsia" w:hAnsiTheme="minorHAnsi"/>
              <w:noProof/>
              <w:color w:val="auto"/>
              <w:sz w:val="22"/>
              <w:szCs w:val="22"/>
              <w:lang w:eastAsia="es-ES"/>
            </w:rPr>
          </w:pPr>
          <w:hyperlink w:anchor="_Toc45737021" w:history="1">
            <w:r w:rsidR="005C4113" w:rsidRPr="00957A81">
              <w:rPr>
                <w:rStyle w:val="Hipervnculo"/>
                <w:noProof/>
              </w:rPr>
              <w:t>Catálogos Unificados</w:t>
            </w:r>
            <w:r w:rsidR="005C4113">
              <w:rPr>
                <w:noProof/>
                <w:webHidden/>
              </w:rPr>
              <w:tab/>
            </w:r>
            <w:r>
              <w:rPr>
                <w:noProof/>
                <w:webHidden/>
              </w:rPr>
              <w:fldChar w:fldCharType="begin"/>
            </w:r>
            <w:r w:rsidR="005C4113">
              <w:rPr>
                <w:noProof/>
                <w:webHidden/>
              </w:rPr>
              <w:instrText xml:space="preserve"> PAGEREF _Toc45737021 \h </w:instrText>
            </w:r>
            <w:r>
              <w:rPr>
                <w:noProof/>
                <w:webHidden/>
              </w:rPr>
            </w:r>
            <w:r>
              <w:rPr>
                <w:noProof/>
                <w:webHidden/>
              </w:rPr>
              <w:fldChar w:fldCharType="separate"/>
            </w:r>
            <w:r w:rsidR="005C4113">
              <w:rPr>
                <w:noProof/>
                <w:webHidden/>
              </w:rPr>
              <w:t>4</w:t>
            </w:r>
            <w:r>
              <w:rPr>
                <w:noProof/>
                <w:webHidden/>
              </w:rPr>
              <w:fldChar w:fldCharType="end"/>
            </w:r>
          </w:hyperlink>
        </w:p>
        <w:p w:rsidR="005C4113" w:rsidRDefault="001F2D63">
          <w:pPr>
            <w:pStyle w:val="TDC2"/>
            <w:rPr>
              <w:rFonts w:eastAsiaTheme="minorEastAsia"/>
              <w:sz w:val="22"/>
              <w:szCs w:val="22"/>
              <w:lang w:eastAsia="es-ES"/>
            </w:rPr>
          </w:pPr>
          <w:hyperlink w:anchor="_Toc45737022" w:history="1">
            <w:r w:rsidR="005C4113" w:rsidRPr="00957A81">
              <w:rPr>
                <w:rStyle w:val="Hipervnculo"/>
                <w:lang w:val="es-ES_tradnl"/>
              </w:rPr>
              <w:t>List</w:t>
            </w:r>
            <w:r w:rsidR="005C4113">
              <w:rPr>
                <w:webHidden/>
              </w:rPr>
              <w:tab/>
            </w:r>
            <w:r>
              <w:rPr>
                <w:webHidden/>
              </w:rPr>
              <w:fldChar w:fldCharType="begin"/>
            </w:r>
            <w:r w:rsidR="005C4113">
              <w:rPr>
                <w:webHidden/>
              </w:rPr>
              <w:instrText xml:space="preserve"> PAGEREF _Toc45737022 \h </w:instrText>
            </w:r>
            <w:r>
              <w:rPr>
                <w:webHidden/>
              </w:rPr>
            </w:r>
            <w:r>
              <w:rPr>
                <w:webHidden/>
              </w:rPr>
              <w:fldChar w:fldCharType="separate"/>
            </w:r>
            <w:r w:rsidR="005C4113">
              <w:rPr>
                <w:webHidden/>
              </w:rPr>
              <w:t>4</w:t>
            </w:r>
            <w:r>
              <w:rPr>
                <w:webHidden/>
              </w:rPr>
              <w:fldChar w:fldCharType="end"/>
            </w:r>
          </w:hyperlink>
        </w:p>
        <w:p w:rsidR="005C4113" w:rsidRDefault="001F2D63">
          <w:pPr>
            <w:pStyle w:val="TDC2"/>
            <w:rPr>
              <w:rFonts w:eastAsiaTheme="minorEastAsia"/>
              <w:sz w:val="22"/>
              <w:szCs w:val="22"/>
              <w:lang w:eastAsia="es-ES"/>
            </w:rPr>
          </w:pPr>
          <w:hyperlink w:anchor="_Toc45737023" w:history="1">
            <w:r w:rsidR="005C4113" w:rsidRPr="00957A81">
              <w:rPr>
                <w:rStyle w:val="Hipervnculo"/>
              </w:rPr>
              <w:t>Add</w:t>
            </w:r>
            <w:r w:rsidR="005C4113">
              <w:rPr>
                <w:webHidden/>
              </w:rPr>
              <w:tab/>
            </w:r>
            <w:r>
              <w:rPr>
                <w:webHidden/>
              </w:rPr>
              <w:fldChar w:fldCharType="begin"/>
            </w:r>
            <w:r w:rsidR="005C4113">
              <w:rPr>
                <w:webHidden/>
              </w:rPr>
              <w:instrText xml:space="preserve"> PAGEREF _Toc45737023 \h </w:instrText>
            </w:r>
            <w:r>
              <w:rPr>
                <w:webHidden/>
              </w:rPr>
            </w:r>
            <w:r>
              <w:rPr>
                <w:webHidden/>
              </w:rPr>
              <w:fldChar w:fldCharType="separate"/>
            </w:r>
            <w:r w:rsidR="005C4113">
              <w:rPr>
                <w:webHidden/>
              </w:rPr>
              <w:t>5</w:t>
            </w:r>
            <w:r>
              <w:rPr>
                <w:webHidden/>
              </w:rPr>
              <w:fldChar w:fldCharType="end"/>
            </w:r>
          </w:hyperlink>
        </w:p>
        <w:p w:rsidR="005C4113" w:rsidRDefault="001F2D63">
          <w:pPr>
            <w:pStyle w:val="TDC2"/>
            <w:rPr>
              <w:rFonts w:eastAsiaTheme="minorEastAsia"/>
              <w:sz w:val="22"/>
              <w:szCs w:val="22"/>
              <w:lang w:eastAsia="es-ES"/>
            </w:rPr>
          </w:pPr>
          <w:hyperlink w:anchor="_Toc45737024" w:history="1">
            <w:r w:rsidR="005C4113" w:rsidRPr="00957A81">
              <w:rPr>
                <w:rStyle w:val="Hipervnculo"/>
              </w:rPr>
              <w:t>Edit</w:t>
            </w:r>
            <w:r w:rsidR="005C4113">
              <w:rPr>
                <w:webHidden/>
              </w:rPr>
              <w:tab/>
            </w:r>
            <w:r>
              <w:rPr>
                <w:webHidden/>
              </w:rPr>
              <w:fldChar w:fldCharType="begin"/>
            </w:r>
            <w:r w:rsidR="005C4113">
              <w:rPr>
                <w:webHidden/>
              </w:rPr>
              <w:instrText xml:space="preserve"> PAGEREF _Toc45737024 \h </w:instrText>
            </w:r>
            <w:r>
              <w:rPr>
                <w:webHidden/>
              </w:rPr>
            </w:r>
            <w:r>
              <w:rPr>
                <w:webHidden/>
              </w:rPr>
              <w:fldChar w:fldCharType="separate"/>
            </w:r>
            <w:r w:rsidR="005C4113">
              <w:rPr>
                <w:webHidden/>
              </w:rPr>
              <w:t>5</w:t>
            </w:r>
            <w:r>
              <w:rPr>
                <w:webHidden/>
              </w:rPr>
              <w:fldChar w:fldCharType="end"/>
            </w:r>
          </w:hyperlink>
        </w:p>
        <w:p w:rsidR="005C4113" w:rsidRDefault="001F2D63">
          <w:pPr>
            <w:pStyle w:val="TDC2"/>
            <w:rPr>
              <w:rFonts w:eastAsiaTheme="minorEastAsia"/>
              <w:sz w:val="22"/>
              <w:szCs w:val="22"/>
              <w:lang w:eastAsia="es-ES"/>
            </w:rPr>
          </w:pPr>
          <w:hyperlink w:anchor="_Toc45737025" w:history="1">
            <w:r w:rsidR="005C4113" w:rsidRPr="00957A81">
              <w:rPr>
                <w:rStyle w:val="Hipervnculo"/>
              </w:rPr>
              <w:t>Delete</w:t>
            </w:r>
            <w:r w:rsidR="005C4113">
              <w:rPr>
                <w:webHidden/>
              </w:rPr>
              <w:tab/>
            </w:r>
            <w:r>
              <w:rPr>
                <w:webHidden/>
              </w:rPr>
              <w:fldChar w:fldCharType="begin"/>
            </w:r>
            <w:r w:rsidR="005C4113">
              <w:rPr>
                <w:webHidden/>
              </w:rPr>
              <w:instrText xml:space="preserve"> PAGEREF _Toc45737025 \h </w:instrText>
            </w:r>
            <w:r>
              <w:rPr>
                <w:webHidden/>
              </w:rPr>
            </w:r>
            <w:r>
              <w:rPr>
                <w:webHidden/>
              </w:rPr>
              <w:fldChar w:fldCharType="separate"/>
            </w:r>
            <w:r w:rsidR="005C4113">
              <w:rPr>
                <w:webHidden/>
              </w:rPr>
              <w:t>6</w:t>
            </w:r>
            <w:r>
              <w:rPr>
                <w:webHidden/>
              </w:rPr>
              <w:fldChar w:fldCharType="end"/>
            </w:r>
          </w:hyperlink>
        </w:p>
        <w:p w:rsidR="005C4113" w:rsidRDefault="001F2D63">
          <w:pPr>
            <w:pStyle w:val="TDC1"/>
            <w:rPr>
              <w:rFonts w:asciiTheme="minorHAnsi" w:eastAsiaTheme="minorEastAsia" w:hAnsiTheme="minorHAnsi"/>
              <w:noProof/>
              <w:color w:val="auto"/>
              <w:sz w:val="22"/>
              <w:szCs w:val="22"/>
              <w:lang w:eastAsia="es-ES"/>
            </w:rPr>
          </w:pPr>
          <w:hyperlink w:anchor="_Toc45737026" w:history="1">
            <w:r w:rsidR="005C4113" w:rsidRPr="00957A81">
              <w:rPr>
                <w:rStyle w:val="Hipervnculo"/>
                <w:noProof/>
              </w:rPr>
              <w:t>Configuración</w:t>
            </w:r>
            <w:r w:rsidR="005C4113">
              <w:rPr>
                <w:noProof/>
                <w:webHidden/>
              </w:rPr>
              <w:tab/>
            </w:r>
            <w:r>
              <w:rPr>
                <w:noProof/>
                <w:webHidden/>
              </w:rPr>
              <w:fldChar w:fldCharType="begin"/>
            </w:r>
            <w:r w:rsidR="005C4113">
              <w:rPr>
                <w:noProof/>
                <w:webHidden/>
              </w:rPr>
              <w:instrText xml:space="preserve"> PAGEREF _Toc45737026 \h </w:instrText>
            </w:r>
            <w:r>
              <w:rPr>
                <w:noProof/>
                <w:webHidden/>
              </w:rPr>
            </w:r>
            <w:r>
              <w:rPr>
                <w:noProof/>
                <w:webHidden/>
              </w:rPr>
              <w:fldChar w:fldCharType="separate"/>
            </w:r>
            <w:r w:rsidR="005C4113">
              <w:rPr>
                <w:noProof/>
                <w:webHidden/>
              </w:rPr>
              <w:t>7</w:t>
            </w:r>
            <w:r>
              <w:rPr>
                <w:noProof/>
                <w:webHidden/>
              </w:rPr>
              <w:fldChar w:fldCharType="end"/>
            </w:r>
          </w:hyperlink>
        </w:p>
        <w:p w:rsidR="005C4113" w:rsidRDefault="001F2D63">
          <w:pPr>
            <w:pStyle w:val="TDC2"/>
            <w:rPr>
              <w:rFonts w:eastAsiaTheme="minorEastAsia"/>
              <w:sz w:val="22"/>
              <w:szCs w:val="22"/>
              <w:lang w:eastAsia="es-ES"/>
            </w:rPr>
          </w:pPr>
          <w:hyperlink w:anchor="_Toc45737027" w:history="1">
            <w:r w:rsidR="005C4113" w:rsidRPr="00957A81">
              <w:rPr>
                <w:rStyle w:val="Hipervnculo"/>
              </w:rPr>
              <w:t>List</w:t>
            </w:r>
            <w:r w:rsidR="005C4113">
              <w:rPr>
                <w:webHidden/>
              </w:rPr>
              <w:tab/>
            </w:r>
            <w:r>
              <w:rPr>
                <w:webHidden/>
              </w:rPr>
              <w:fldChar w:fldCharType="begin"/>
            </w:r>
            <w:r w:rsidR="005C4113">
              <w:rPr>
                <w:webHidden/>
              </w:rPr>
              <w:instrText xml:space="preserve"> PAGEREF _Toc45737027 \h </w:instrText>
            </w:r>
            <w:r>
              <w:rPr>
                <w:webHidden/>
              </w:rPr>
            </w:r>
            <w:r>
              <w:rPr>
                <w:webHidden/>
              </w:rPr>
              <w:fldChar w:fldCharType="separate"/>
            </w:r>
            <w:r w:rsidR="005C4113">
              <w:rPr>
                <w:webHidden/>
              </w:rPr>
              <w:t>7</w:t>
            </w:r>
            <w:r>
              <w:rPr>
                <w:webHidden/>
              </w:rPr>
              <w:fldChar w:fldCharType="end"/>
            </w:r>
          </w:hyperlink>
        </w:p>
        <w:p w:rsidR="005C4113" w:rsidRDefault="001F2D63">
          <w:pPr>
            <w:pStyle w:val="TDC2"/>
            <w:rPr>
              <w:rFonts w:eastAsiaTheme="minorEastAsia"/>
              <w:sz w:val="22"/>
              <w:szCs w:val="22"/>
              <w:lang w:eastAsia="es-ES"/>
            </w:rPr>
          </w:pPr>
          <w:hyperlink w:anchor="_Toc45737028" w:history="1">
            <w:r w:rsidR="005C4113" w:rsidRPr="00957A81">
              <w:rPr>
                <w:rStyle w:val="Hipervnculo"/>
              </w:rPr>
              <w:t>Add</w:t>
            </w:r>
            <w:r w:rsidR="005C4113">
              <w:rPr>
                <w:webHidden/>
              </w:rPr>
              <w:tab/>
            </w:r>
            <w:r>
              <w:rPr>
                <w:webHidden/>
              </w:rPr>
              <w:fldChar w:fldCharType="begin"/>
            </w:r>
            <w:r w:rsidR="005C4113">
              <w:rPr>
                <w:webHidden/>
              </w:rPr>
              <w:instrText xml:space="preserve"> PAGEREF _Toc45737028 \h </w:instrText>
            </w:r>
            <w:r>
              <w:rPr>
                <w:webHidden/>
              </w:rPr>
            </w:r>
            <w:r>
              <w:rPr>
                <w:webHidden/>
              </w:rPr>
              <w:fldChar w:fldCharType="separate"/>
            </w:r>
            <w:r w:rsidR="005C4113">
              <w:rPr>
                <w:webHidden/>
              </w:rPr>
              <w:t>7</w:t>
            </w:r>
            <w:r>
              <w:rPr>
                <w:webHidden/>
              </w:rPr>
              <w:fldChar w:fldCharType="end"/>
            </w:r>
          </w:hyperlink>
        </w:p>
        <w:p w:rsidR="005C4113" w:rsidRDefault="001F2D63">
          <w:pPr>
            <w:pStyle w:val="TDC1"/>
            <w:rPr>
              <w:rFonts w:asciiTheme="minorHAnsi" w:eastAsiaTheme="minorEastAsia" w:hAnsiTheme="minorHAnsi"/>
              <w:noProof/>
              <w:color w:val="auto"/>
              <w:sz w:val="22"/>
              <w:szCs w:val="22"/>
              <w:lang w:eastAsia="es-ES"/>
            </w:rPr>
          </w:pPr>
          <w:hyperlink w:anchor="_Toc45737029" w:history="1">
            <w:r w:rsidR="005C4113" w:rsidRPr="00957A81">
              <w:rPr>
                <w:rStyle w:val="Hipervnculo"/>
                <w:noProof/>
              </w:rPr>
              <w:t>Proyectos</w:t>
            </w:r>
            <w:r w:rsidR="005C4113">
              <w:rPr>
                <w:noProof/>
                <w:webHidden/>
              </w:rPr>
              <w:tab/>
            </w:r>
            <w:r>
              <w:rPr>
                <w:noProof/>
                <w:webHidden/>
              </w:rPr>
              <w:fldChar w:fldCharType="begin"/>
            </w:r>
            <w:r w:rsidR="005C4113">
              <w:rPr>
                <w:noProof/>
                <w:webHidden/>
              </w:rPr>
              <w:instrText xml:space="preserve"> PAGEREF _Toc45737029 \h </w:instrText>
            </w:r>
            <w:r>
              <w:rPr>
                <w:noProof/>
                <w:webHidden/>
              </w:rPr>
            </w:r>
            <w:r>
              <w:rPr>
                <w:noProof/>
                <w:webHidden/>
              </w:rPr>
              <w:fldChar w:fldCharType="separate"/>
            </w:r>
            <w:r w:rsidR="005C4113">
              <w:rPr>
                <w:noProof/>
                <w:webHidden/>
              </w:rPr>
              <w:t>9</w:t>
            </w:r>
            <w:r>
              <w:rPr>
                <w:noProof/>
                <w:webHidden/>
              </w:rPr>
              <w:fldChar w:fldCharType="end"/>
            </w:r>
          </w:hyperlink>
        </w:p>
        <w:p w:rsidR="005C4113" w:rsidRDefault="001F2D63">
          <w:pPr>
            <w:pStyle w:val="TDC2"/>
            <w:rPr>
              <w:rFonts w:eastAsiaTheme="minorEastAsia"/>
              <w:sz w:val="22"/>
              <w:szCs w:val="22"/>
              <w:lang w:eastAsia="es-ES"/>
            </w:rPr>
          </w:pPr>
          <w:hyperlink w:anchor="_Toc45737030" w:history="1">
            <w:r w:rsidR="005C4113" w:rsidRPr="00957A81">
              <w:rPr>
                <w:rStyle w:val="Hipervnculo"/>
              </w:rPr>
              <w:t>List</w:t>
            </w:r>
            <w:r w:rsidR="005C4113">
              <w:rPr>
                <w:webHidden/>
              </w:rPr>
              <w:tab/>
            </w:r>
            <w:r>
              <w:rPr>
                <w:webHidden/>
              </w:rPr>
              <w:fldChar w:fldCharType="begin"/>
            </w:r>
            <w:r w:rsidR="005C4113">
              <w:rPr>
                <w:webHidden/>
              </w:rPr>
              <w:instrText xml:space="preserve"> PAGEREF _Toc45737030 \h </w:instrText>
            </w:r>
            <w:r>
              <w:rPr>
                <w:webHidden/>
              </w:rPr>
            </w:r>
            <w:r>
              <w:rPr>
                <w:webHidden/>
              </w:rPr>
              <w:fldChar w:fldCharType="separate"/>
            </w:r>
            <w:r w:rsidR="005C4113">
              <w:rPr>
                <w:webHidden/>
              </w:rPr>
              <w:t>9</w:t>
            </w:r>
            <w:r>
              <w:rPr>
                <w:webHidden/>
              </w:rPr>
              <w:fldChar w:fldCharType="end"/>
            </w:r>
          </w:hyperlink>
        </w:p>
        <w:p w:rsidR="005C4113" w:rsidRDefault="001F2D63">
          <w:pPr>
            <w:pStyle w:val="TDC2"/>
            <w:rPr>
              <w:rFonts w:eastAsiaTheme="minorEastAsia"/>
              <w:sz w:val="22"/>
              <w:szCs w:val="22"/>
              <w:lang w:eastAsia="es-ES"/>
            </w:rPr>
          </w:pPr>
          <w:hyperlink w:anchor="_Toc45737031" w:history="1">
            <w:r w:rsidR="005C4113" w:rsidRPr="00957A81">
              <w:rPr>
                <w:rStyle w:val="Hipervnculo"/>
              </w:rPr>
              <w:t>Add</w:t>
            </w:r>
            <w:r w:rsidR="005C4113">
              <w:rPr>
                <w:webHidden/>
              </w:rPr>
              <w:tab/>
            </w:r>
            <w:r>
              <w:rPr>
                <w:webHidden/>
              </w:rPr>
              <w:fldChar w:fldCharType="begin"/>
            </w:r>
            <w:r w:rsidR="005C4113">
              <w:rPr>
                <w:webHidden/>
              </w:rPr>
              <w:instrText xml:space="preserve"> PAGEREF _Toc45737031 \h </w:instrText>
            </w:r>
            <w:r>
              <w:rPr>
                <w:webHidden/>
              </w:rPr>
            </w:r>
            <w:r>
              <w:rPr>
                <w:webHidden/>
              </w:rPr>
              <w:fldChar w:fldCharType="separate"/>
            </w:r>
            <w:r w:rsidR="005C4113">
              <w:rPr>
                <w:webHidden/>
              </w:rPr>
              <w:t>9</w:t>
            </w:r>
            <w:r>
              <w:rPr>
                <w:webHidden/>
              </w:rPr>
              <w:fldChar w:fldCharType="end"/>
            </w:r>
          </w:hyperlink>
        </w:p>
        <w:p w:rsidR="005C4113" w:rsidRDefault="001F2D63">
          <w:pPr>
            <w:pStyle w:val="TDC2"/>
            <w:rPr>
              <w:rFonts w:eastAsiaTheme="minorEastAsia"/>
              <w:sz w:val="22"/>
              <w:szCs w:val="22"/>
              <w:lang w:eastAsia="es-ES"/>
            </w:rPr>
          </w:pPr>
          <w:hyperlink w:anchor="_Toc45737032" w:history="1">
            <w:r w:rsidR="005C4113" w:rsidRPr="00957A81">
              <w:rPr>
                <w:rStyle w:val="Hipervnculo"/>
              </w:rPr>
              <w:t>Edit</w:t>
            </w:r>
            <w:r w:rsidR="005C4113">
              <w:rPr>
                <w:webHidden/>
              </w:rPr>
              <w:tab/>
            </w:r>
            <w:r>
              <w:rPr>
                <w:webHidden/>
              </w:rPr>
              <w:fldChar w:fldCharType="begin"/>
            </w:r>
            <w:r w:rsidR="005C4113">
              <w:rPr>
                <w:webHidden/>
              </w:rPr>
              <w:instrText xml:space="preserve"> PAGEREF _Toc45737032 \h </w:instrText>
            </w:r>
            <w:r>
              <w:rPr>
                <w:webHidden/>
              </w:rPr>
            </w:r>
            <w:r>
              <w:rPr>
                <w:webHidden/>
              </w:rPr>
              <w:fldChar w:fldCharType="separate"/>
            </w:r>
            <w:r w:rsidR="005C4113">
              <w:rPr>
                <w:webHidden/>
              </w:rPr>
              <w:t>10</w:t>
            </w:r>
            <w:r>
              <w:rPr>
                <w:webHidden/>
              </w:rPr>
              <w:fldChar w:fldCharType="end"/>
            </w:r>
          </w:hyperlink>
        </w:p>
        <w:p w:rsidR="005C4113" w:rsidRDefault="001F2D63">
          <w:pPr>
            <w:pStyle w:val="TDC2"/>
            <w:rPr>
              <w:rFonts w:eastAsiaTheme="minorEastAsia"/>
              <w:sz w:val="22"/>
              <w:szCs w:val="22"/>
              <w:lang w:eastAsia="es-ES"/>
            </w:rPr>
          </w:pPr>
          <w:hyperlink w:anchor="_Toc45737033" w:history="1">
            <w:r w:rsidR="005C4113" w:rsidRPr="00957A81">
              <w:rPr>
                <w:rStyle w:val="Hipervnculo"/>
              </w:rPr>
              <w:t>Delete</w:t>
            </w:r>
            <w:r w:rsidR="005C4113">
              <w:rPr>
                <w:webHidden/>
              </w:rPr>
              <w:tab/>
            </w:r>
            <w:r>
              <w:rPr>
                <w:webHidden/>
              </w:rPr>
              <w:fldChar w:fldCharType="begin"/>
            </w:r>
            <w:r w:rsidR="005C4113">
              <w:rPr>
                <w:webHidden/>
              </w:rPr>
              <w:instrText xml:space="preserve"> PAGEREF _Toc45737033 \h </w:instrText>
            </w:r>
            <w:r>
              <w:rPr>
                <w:webHidden/>
              </w:rPr>
            </w:r>
            <w:r>
              <w:rPr>
                <w:webHidden/>
              </w:rPr>
              <w:fldChar w:fldCharType="separate"/>
            </w:r>
            <w:r w:rsidR="005C4113">
              <w:rPr>
                <w:webHidden/>
              </w:rPr>
              <w:t>10</w:t>
            </w:r>
            <w:r>
              <w:rPr>
                <w:webHidden/>
              </w:rPr>
              <w:fldChar w:fldCharType="end"/>
            </w:r>
          </w:hyperlink>
        </w:p>
        <w:p w:rsidR="00B87245" w:rsidRDefault="001F2D63">
          <w:r>
            <w:fldChar w:fldCharType="end"/>
          </w:r>
        </w:p>
      </w:sdtContent>
    </w:sdt>
    <w:p w:rsidR="003C0B0F" w:rsidRPr="00D047B5" w:rsidRDefault="00D56BE3">
      <w:pPr>
        <w:spacing w:before="0" w:after="200"/>
        <w:rPr>
          <w:noProof/>
          <w:lang w:val="es-ES_tradnl"/>
        </w:rPr>
      </w:pPr>
      <w:r w:rsidRPr="00D047B5">
        <w:rPr>
          <w:noProof/>
          <w:lang w:val="es-ES_tradnl"/>
        </w:rPr>
        <w:br w:type="page"/>
      </w:r>
    </w:p>
    <w:p w:rsidR="003C0B0F" w:rsidRPr="009459D9" w:rsidRDefault="009459D9" w:rsidP="009459D9">
      <w:pPr>
        <w:pStyle w:val="Ttulo1"/>
      </w:pPr>
      <w:bookmarkStart w:id="1" w:name="_Toc45737021"/>
      <w:r w:rsidRPr="009459D9">
        <w:lastRenderedPageBreak/>
        <w:t>Catálogos Unificados</w:t>
      </w:r>
      <w:bookmarkEnd w:id="1"/>
    </w:p>
    <w:p w:rsidR="003C0B0F" w:rsidRDefault="009459D9" w:rsidP="009459D9">
      <w:pPr>
        <w:spacing w:after="200"/>
        <w:rPr>
          <w:noProof/>
          <w:lang w:val="es-ES_tradnl"/>
        </w:rPr>
      </w:pPr>
      <w:r>
        <w:rPr>
          <w:noProof/>
          <w:lang w:val="es-ES_tradnl"/>
        </w:rPr>
        <w:t>Aquellos catálogos que no son actualziados por los usuarios, si no que se gestionan por un Administrador se almacenan en una estructura de 2 tablas:</w:t>
      </w:r>
    </w:p>
    <w:p w:rsidR="009459D9" w:rsidRDefault="009459D9" w:rsidP="009459D9">
      <w:pPr>
        <w:pStyle w:val="Prrafodelista"/>
        <w:numPr>
          <w:ilvl w:val="0"/>
          <w:numId w:val="6"/>
        </w:numPr>
        <w:spacing w:after="200"/>
        <w:rPr>
          <w:noProof/>
          <w:lang w:val="es-ES_tradnl"/>
        </w:rPr>
      </w:pPr>
      <w:r>
        <w:rPr>
          <w:noProof/>
          <w:lang w:val="es-ES_tradnl"/>
        </w:rPr>
        <w:t>Super Catalog.- Que describe el título de un tipo de información</w:t>
      </w:r>
    </w:p>
    <w:p w:rsidR="009459D9" w:rsidRDefault="009459D9" w:rsidP="009459D9">
      <w:pPr>
        <w:pStyle w:val="Prrafodelista"/>
        <w:numPr>
          <w:ilvl w:val="0"/>
          <w:numId w:val="6"/>
        </w:numPr>
        <w:spacing w:after="200"/>
        <w:rPr>
          <w:noProof/>
          <w:lang w:val="es-ES_tradnl"/>
        </w:rPr>
      </w:pPr>
      <w:r>
        <w:rPr>
          <w:noProof/>
          <w:lang w:val="es-ES_tradnl"/>
        </w:rPr>
        <w:t>Catalog.- Que gestiona los contenidos de dichos catálogos.</w:t>
      </w:r>
    </w:p>
    <w:p w:rsidR="009459D9" w:rsidRDefault="009459D9" w:rsidP="009459D9">
      <w:pPr>
        <w:spacing w:after="200"/>
        <w:rPr>
          <w:noProof/>
          <w:lang w:val="es-ES_tradnl"/>
        </w:rPr>
      </w:pPr>
      <w:r>
        <w:rPr>
          <w:noProof/>
          <w:lang w:val="es-ES_tradnl"/>
        </w:rPr>
        <w:t xml:space="preserve">Estos catálogos siempre tienen un </w:t>
      </w:r>
      <w:r>
        <w:rPr>
          <w:b/>
          <w:noProof/>
          <w:lang w:val="es-ES_tradnl"/>
        </w:rPr>
        <w:t>número</w:t>
      </w:r>
      <w:r>
        <w:rPr>
          <w:noProof/>
          <w:lang w:val="es-ES_tradnl"/>
        </w:rPr>
        <w:t xml:space="preserve"> (clave ajena que se utilizará para referenciar el dato) y </w:t>
      </w:r>
      <w:r w:rsidRPr="009459D9">
        <w:rPr>
          <w:b/>
          <w:noProof/>
          <w:lang w:val="es-ES_tradnl"/>
        </w:rPr>
        <w:t>código</w:t>
      </w:r>
      <w:r>
        <w:rPr>
          <w:noProof/>
          <w:lang w:val="es-ES_tradnl"/>
        </w:rPr>
        <w:t xml:space="preserve"> que será el valor que se muestra. También existe el campos </w:t>
      </w:r>
      <w:r w:rsidRPr="009459D9">
        <w:rPr>
          <w:b/>
          <w:noProof/>
          <w:lang w:val="es-ES_tradnl"/>
        </w:rPr>
        <w:t>Lenguaje</w:t>
      </w:r>
      <w:r>
        <w:rPr>
          <w:noProof/>
          <w:lang w:val="es-ES_tradnl"/>
        </w:rPr>
        <w:t xml:space="preserve"> se se utilizará si dicho catálogo está afectado por la traducción del campo </w:t>
      </w:r>
      <w:r>
        <w:rPr>
          <w:b/>
          <w:noProof/>
          <w:lang w:val="es-ES_tradnl"/>
        </w:rPr>
        <w:t>código</w:t>
      </w:r>
      <w:r>
        <w:rPr>
          <w:noProof/>
          <w:lang w:val="es-ES_tradnl"/>
        </w:rPr>
        <w:t>.</w:t>
      </w:r>
    </w:p>
    <w:p w:rsidR="00B87245" w:rsidRDefault="00B87245" w:rsidP="009459D9">
      <w:pPr>
        <w:spacing w:after="200"/>
        <w:rPr>
          <w:noProof/>
          <w:lang w:val="es-ES_tradnl"/>
        </w:rPr>
      </w:pPr>
      <w:r>
        <w:rPr>
          <w:noProof/>
          <w:lang w:val="es-ES_tradnl"/>
        </w:rPr>
        <w:t xml:space="preserve">Para los casos que requieran catálogos dependientes, se puede utilizar el campo </w:t>
      </w:r>
      <w:r w:rsidRPr="00B87245">
        <w:rPr>
          <w:b/>
          <w:noProof/>
          <w:lang w:val="es-ES_tradnl"/>
        </w:rPr>
        <w:t>Grupo</w:t>
      </w:r>
      <w:r>
        <w:rPr>
          <w:noProof/>
          <w:lang w:val="es-ES_tradnl"/>
        </w:rPr>
        <w:t>.</w:t>
      </w:r>
    </w:p>
    <w:p w:rsidR="004D140F" w:rsidRDefault="00B87245" w:rsidP="004D140F">
      <w:pPr>
        <w:spacing w:after="200"/>
        <w:rPr>
          <w:noProof/>
          <w:lang w:val="es-ES_tradnl"/>
        </w:rPr>
      </w:pPr>
      <w:r>
        <w:rPr>
          <w:noProof/>
          <w:lang w:val="es-ES_tradnl"/>
        </w:rPr>
        <w:t xml:space="preserve">El campo </w:t>
      </w:r>
      <w:r>
        <w:rPr>
          <w:b/>
          <w:noProof/>
          <w:lang w:val="es-ES_tradnl"/>
        </w:rPr>
        <w:t>Descripción</w:t>
      </w:r>
      <w:r>
        <w:rPr>
          <w:noProof/>
          <w:lang w:val="es-ES_tradnl"/>
        </w:rPr>
        <w:t xml:space="preserve"> sólo se utiliza para describir el campo para el usuario Administrador.</w:t>
      </w:r>
    </w:p>
    <w:p w:rsidR="00F55BE1" w:rsidRPr="00F55BE1" w:rsidRDefault="00F55BE1" w:rsidP="00F55BE1">
      <w:pPr>
        <w:spacing w:after="200"/>
        <w:rPr>
          <w:i/>
          <w:noProof/>
          <w:color w:val="CA5A00" w:themeColor="accent2" w:themeShade="BF"/>
          <w:lang w:val="es-ES_tradnl"/>
        </w:rPr>
      </w:pPr>
      <w:r w:rsidRPr="00F55BE1">
        <w:rPr>
          <w:i/>
          <w:noProof/>
          <w:color w:val="CA5A00" w:themeColor="accent2" w:themeShade="BF"/>
          <w:lang w:val="es-ES_tradnl"/>
        </w:rPr>
        <w:t>Those catalogs that are not updated by users, but are managed by an Administrator, are stored in a 2-table structure:</w:t>
      </w:r>
    </w:p>
    <w:p w:rsidR="00F55BE1" w:rsidRPr="00F55BE1" w:rsidRDefault="00F55BE1" w:rsidP="00F55BE1">
      <w:pPr>
        <w:pStyle w:val="Prrafodelista"/>
        <w:numPr>
          <w:ilvl w:val="0"/>
          <w:numId w:val="7"/>
        </w:numPr>
        <w:spacing w:after="200"/>
        <w:rPr>
          <w:i/>
          <w:noProof/>
          <w:color w:val="CA5A00" w:themeColor="accent2" w:themeShade="BF"/>
          <w:lang w:val="es-ES_tradnl"/>
        </w:rPr>
      </w:pPr>
      <w:r w:rsidRPr="00F55BE1">
        <w:rPr>
          <w:i/>
          <w:noProof/>
          <w:color w:val="CA5A00" w:themeColor="accent2" w:themeShade="BF"/>
          <w:lang w:val="es-ES_tradnl"/>
        </w:rPr>
        <w:t>Super Catalog.- Which describes the title of a type of information</w:t>
      </w:r>
    </w:p>
    <w:p w:rsidR="00F55BE1" w:rsidRPr="00F55BE1" w:rsidRDefault="00F55BE1" w:rsidP="00F55BE1">
      <w:pPr>
        <w:pStyle w:val="Prrafodelista"/>
        <w:numPr>
          <w:ilvl w:val="0"/>
          <w:numId w:val="7"/>
        </w:numPr>
        <w:spacing w:after="200"/>
        <w:rPr>
          <w:i/>
          <w:noProof/>
          <w:color w:val="CA5A00" w:themeColor="accent2" w:themeShade="BF"/>
          <w:lang w:val="es-ES_tradnl"/>
        </w:rPr>
      </w:pPr>
      <w:r w:rsidRPr="00F55BE1">
        <w:rPr>
          <w:i/>
          <w:noProof/>
          <w:color w:val="CA5A00" w:themeColor="accent2" w:themeShade="BF"/>
          <w:lang w:val="es-ES_tradnl"/>
        </w:rPr>
        <w:t>Catalog.- That manages the contents of said catalogs.</w:t>
      </w:r>
    </w:p>
    <w:p w:rsidR="00F55BE1" w:rsidRPr="00F55BE1" w:rsidRDefault="00F55BE1" w:rsidP="00F55BE1">
      <w:pPr>
        <w:spacing w:after="200"/>
        <w:rPr>
          <w:i/>
          <w:noProof/>
          <w:color w:val="CA5A00" w:themeColor="accent2" w:themeShade="BF"/>
          <w:lang w:val="es-ES_tradnl"/>
        </w:rPr>
      </w:pPr>
      <w:r w:rsidRPr="00F55BE1">
        <w:rPr>
          <w:i/>
          <w:noProof/>
          <w:color w:val="CA5A00" w:themeColor="accent2" w:themeShade="BF"/>
          <w:lang w:val="es-ES_tradnl"/>
        </w:rPr>
        <w:t xml:space="preserve">These catalogs always have a </w:t>
      </w:r>
      <w:r w:rsidRPr="00F55BE1">
        <w:rPr>
          <w:b/>
          <w:i/>
          <w:noProof/>
          <w:color w:val="CA5A00" w:themeColor="accent2" w:themeShade="BF"/>
          <w:lang w:val="es-ES_tradnl"/>
        </w:rPr>
        <w:t>number</w:t>
      </w:r>
      <w:r w:rsidRPr="00F55BE1">
        <w:rPr>
          <w:i/>
          <w:noProof/>
          <w:color w:val="CA5A00" w:themeColor="accent2" w:themeShade="BF"/>
          <w:lang w:val="es-ES_tradnl"/>
        </w:rPr>
        <w:t xml:space="preserve"> (a foreign key that will be used to reference the data) and a </w:t>
      </w:r>
      <w:r w:rsidRPr="00F55BE1">
        <w:rPr>
          <w:b/>
          <w:i/>
          <w:noProof/>
          <w:color w:val="CA5A00" w:themeColor="accent2" w:themeShade="BF"/>
          <w:lang w:val="es-ES_tradnl"/>
        </w:rPr>
        <w:t>code</w:t>
      </w:r>
      <w:r w:rsidRPr="00F55BE1">
        <w:rPr>
          <w:i/>
          <w:noProof/>
          <w:color w:val="CA5A00" w:themeColor="accent2" w:themeShade="BF"/>
          <w:lang w:val="es-ES_tradnl"/>
        </w:rPr>
        <w:t xml:space="preserve"> that will be the value that is displayed. There is also the </w:t>
      </w:r>
      <w:r w:rsidRPr="00F55BE1">
        <w:rPr>
          <w:b/>
          <w:i/>
          <w:noProof/>
          <w:color w:val="CA5A00" w:themeColor="accent2" w:themeShade="BF"/>
          <w:lang w:val="es-ES_tradnl"/>
        </w:rPr>
        <w:t>Language</w:t>
      </w:r>
      <w:r w:rsidRPr="00F55BE1">
        <w:rPr>
          <w:i/>
          <w:noProof/>
          <w:color w:val="CA5A00" w:themeColor="accent2" w:themeShade="BF"/>
          <w:lang w:val="es-ES_tradnl"/>
        </w:rPr>
        <w:t xml:space="preserve"> fields that will be used if said catalog is affected by the translation of the </w:t>
      </w:r>
      <w:r w:rsidRPr="00F55BE1">
        <w:rPr>
          <w:b/>
          <w:i/>
          <w:noProof/>
          <w:color w:val="CA5A00" w:themeColor="accent2" w:themeShade="BF"/>
          <w:lang w:val="es-ES_tradnl"/>
        </w:rPr>
        <w:t>code</w:t>
      </w:r>
      <w:r w:rsidRPr="00F55BE1">
        <w:rPr>
          <w:i/>
          <w:noProof/>
          <w:color w:val="CA5A00" w:themeColor="accent2" w:themeShade="BF"/>
          <w:lang w:val="es-ES_tradnl"/>
        </w:rPr>
        <w:t xml:space="preserve"> field.</w:t>
      </w:r>
    </w:p>
    <w:p w:rsidR="00F55BE1" w:rsidRPr="00F55BE1" w:rsidRDefault="00F55BE1" w:rsidP="00F55BE1">
      <w:pPr>
        <w:spacing w:after="200"/>
        <w:rPr>
          <w:i/>
          <w:noProof/>
          <w:color w:val="CA5A00" w:themeColor="accent2" w:themeShade="BF"/>
          <w:lang w:val="es-ES_tradnl"/>
        </w:rPr>
      </w:pPr>
      <w:r w:rsidRPr="00F55BE1">
        <w:rPr>
          <w:i/>
          <w:noProof/>
          <w:color w:val="CA5A00" w:themeColor="accent2" w:themeShade="BF"/>
          <w:lang w:val="es-ES_tradnl"/>
        </w:rPr>
        <w:t xml:space="preserve">For cases that require dependent catalogs, the </w:t>
      </w:r>
      <w:r w:rsidRPr="00F55BE1">
        <w:rPr>
          <w:b/>
          <w:i/>
          <w:noProof/>
          <w:color w:val="CA5A00" w:themeColor="accent2" w:themeShade="BF"/>
          <w:lang w:val="es-ES_tradnl"/>
        </w:rPr>
        <w:t>Group</w:t>
      </w:r>
      <w:r w:rsidRPr="00F55BE1">
        <w:rPr>
          <w:i/>
          <w:noProof/>
          <w:color w:val="CA5A00" w:themeColor="accent2" w:themeShade="BF"/>
          <w:lang w:val="es-ES_tradnl"/>
        </w:rPr>
        <w:t xml:space="preserve"> field can be used.</w:t>
      </w:r>
    </w:p>
    <w:p w:rsidR="00F55BE1" w:rsidRPr="00F55BE1" w:rsidRDefault="00F55BE1" w:rsidP="00F55BE1">
      <w:pPr>
        <w:spacing w:after="200"/>
        <w:rPr>
          <w:i/>
          <w:noProof/>
          <w:color w:val="CA5A00" w:themeColor="accent2" w:themeShade="BF"/>
          <w:lang w:val="es-ES_tradnl"/>
        </w:rPr>
      </w:pPr>
      <w:r w:rsidRPr="00F55BE1">
        <w:rPr>
          <w:i/>
          <w:noProof/>
          <w:color w:val="CA5A00" w:themeColor="accent2" w:themeShade="BF"/>
          <w:lang w:val="es-ES_tradnl"/>
        </w:rPr>
        <w:t xml:space="preserve">The </w:t>
      </w:r>
      <w:r w:rsidRPr="00F55BE1">
        <w:rPr>
          <w:b/>
          <w:i/>
          <w:noProof/>
          <w:color w:val="CA5A00" w:themeColor="accent2" w:themeShade="BF"/>
          <w:lang w:val="es-ES_tradnl"/>
        </w:rPr>
        <w:t>Description</w:t>
      </w:r>
      <w:r w:rsidRPr="00F55BE1">
        <w:rPr>
          <w:i/>
          <w:noProof/>
          <w:color w:val="CA5A00" w:themeColor="accent2" w:themeShade="BF"/>
          <w:lang w:val="es-ES_tradnl"/>
        </w:rPr>
        <w:t xml:space="preserve"> field is only used to describe the field to the Administrator user</w:t>
      </w:r>
    </w:p>
    <w:p w:rsidR="003C0B0F" w:rsidRDefault="004D140F" w:rsidP="004D140F">
      <w:pPr>
        <w:pStyle w:val="Ttulo2"/>
        <w:rPr>
          <w:noProof/>
          <w:lang w:val="es-ES_tradnl"/>
        </w:rPr>
      </w:pPr>
      <w:bookmarkStart w:id="2" w:name="_Toc45737022"/>
      <w:r>
        <w:rPr>
          <w:noProof/>
          <w:lang w:val="es-ES_tradnl"/>
        </w:rPr>
        <w:t>List</w:t>
      </w:r>
      <w:bookmarkEnd w:id="2"/>
      <w:r w:rsidRPr="00D047B5">
        <w:rPr>
          <w:noProof/>
          <w:lang w:val="es-ES_tradnl"/>
        </w:rPr>
        <w:t xml:space="preserve"> </w:t>
      </w:r>
    </w:p>
    <w:p w:rsidR="004D140F" w:rsidRDefault="004D140F" w:rsidP="004D140F">
      <w:r>
        <w:rPr>
          <w:noProof/>
          <w:lang w:eastAsia="es-ES"/>
        </w:rPr>
        <w:drawing>
          <wp:inline distT="0" distB="0" distL="0" distR="0">
            <wp:extent cx="6188075" cy="2446868"/>
            <wp:effectExtent l="57150" t="19050" r="117475" b="67732"/>
            <wp:docPr id="17"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srcRect/>
                    <a:stretch>
                      <a:fillRect/>
                    </a:stretch>
                  </pic:blipFill>
                  <pic:spPr bwMode="auto">
                    <a:xfrm>
                      <a:off x="0" y="0"/>
                      <a:ext cx="6188075" cy="2446868"/>
                    </a:xfrm>
                    <a:prstGeom prst="rect">
                      <a:avLst/>
                    </a:prstGeom>
                    <a:noFill/>
                    <a:ln w="9525">
                      <a:solidFill>
                        <a:schemeClr val="tx2"/>
                      </a:solidFill>
                      <a:miter lim="800000"/>
                      <a:headEnd/>
                      <a:tailEnd/>
                    </a:ln>
                    <a:effectLst>
                      <a:outerShdw blurRad="50800" dist="38100" dir="2700000" algn="tl" rotWithShape="0">
                        <a:prstClr val="black">
                          <a:alpha val="40000"/>
                        </a:prstClr>
                      </a:outerShdw>
                    </a:effectLst>
                  </pic:spPr>
                </pic:pic>
              </a:graphicData>
            </a:graphic>
          </wp:inline>
        </w:drawing>
      </w:r>
    </w:p>
    <w:p w:rsidR="004D140F" w:rsidRPr="004D140F" w:rsidRDefault="004D140F" w:rsidP="004D140F">
      <w:pPr>
        <w:jc w:val="both"/>
      </w:pPr>
      <w:r>
        <w:lastRenderedPageBreak/>
        <w:t xml:space="preserve">Lorem ipsum dolor sit amet, consectetur adipiscing elit. Sed et arcu dapibus, interdum quam vitae, interdum leo. Pellentesque elementum est vitae libero dictum tincidunt. Etiam interdum, eros et maximus mollis, velit mauris consectetur odio, vitae tincidunt tortor tellus sed velit. </w:t>
      </w:r>
      <w:r w:rsidRPr="004D140F">
        <w:t xml:space="preserve">Quisque sodales, odio in posuere ultrices, est mi pharetra tortor, eu viverra quam lacus quis neque. </w:t>
      </w:r>
      <w:r>
        <w:t xml:space="preserve">Vivamus pharetra euismod malesuada. Phasellus vulputate tellus nec sapien dignissim, nec sollicitudin velit mattis. </w:t>
      </w:r>
      <w:r w:rsidRPr="004D140F">
        <w:t xml:space="preserve">Morbi nec ornare libero, eu varius lectus. Cras suscipit gravida orci. </w:t>
      </w:r>
      <w:r>
        <w:t xml:space="preserve">Suspendisse at dui a magna tempus imperdiet. Suspendisse interdum nisl at gravida hendrerit. </w:t>
      </w:r>
      <w:r w:rsidRPr="004D140F">
        <w:t>Pellentesque ante odio, tempor eu odio a, scelerisque pharetra nisi.</w:t>
      </w:r>
    </w:p>
    <w:p w:rsidR="004D140F" w:rsidRDefault="004D140F" w:rsidP="004D140F">
      <w:pPr>
        <w:jc w:val="both"/>
      </w:pPr>
      <w:r w:rsidRPr="004D140F">
        <w:t xml:space="preserve">Sed rutrum tristique nisl, vitae lacinia purus mattis id. Vivamus eu tempus sapien. Sed quis arcu sit amet magna tristique auctor. Cras augue ante, consectetur vitae vehicula et, dignissim vel sapien. Suspendisse suscipit, ex id iaculis scelerisque, odio orci tempor augue, a semper libero neque eget erat. In molestie eu nulla ut rhoncus. Quisque aliquam justo viverra mauris eleifend eleifend non sodales lectus. </w:t>
      </w:r>
      <w:r>
        <w:t>Praesent diam urna, feugiat in erat sit amet, egestas tempus nisl. Pellentesque mollis hendrerit nisl dictum vestibulum. Proin posuere diam diam, at maximus elit mattis a.</w:t>
      </w:r>
    </w:p>
    <w:p w:rsidR="004D140F" w:rsidRDefault="004D140F" w:rsidP="004D140F">
      <w:pPr>
        <w:jc w:val="both"/>
      </w:pPr>
      <w:r>
        <w:t xml:space="preserve">Fusce consequat suscipit porttitor. Nunc rutrum eu velit at laoreet. Nam sed dictum eros. Curabitur vehicula venenatis nibh in consequat. Mauris magna risus, vestibulum sit amet pharetra eget, consectetur ut nibh. Integer molestie turpis sit amet turpis venenatis, vitae suscipit urna ornare. Donec vulputate, est non rhoncus pulvinar, mauris neque sodales ipsum, sed lacinia velit eros posuere enim. Aenean pulvinar elit a volutpat pulvinar. Donec at dapibus odio. Praesent dictum mauris hendrerit mauris accumsan accumsan. Pellentesque elementum fringilla quam, non facilisis tortor volutpat at. </w:t>
      </w:r>
      <w:r w:rsidRPr="004D140F">
        <w:t xml:space="preserve">Curabitur felis enim, maximus eget ligula eu, posuere blandit ligula. Pellentesque nec sapien ac mi blandit luctus. </w:t>
      </w:r>
      <w:r>
        <w:t>In ut turpis id felis tincidunt hendrerit.</w:t>
      </w:r>
    </w:p>
    <w:p w:rsidR="004D140F" w:rsidRDefault="004D140F" w:rsidP="004D140F">
      <w:pPr>
        <w:jc w:val="both"/>
      </w:pPr>
      <w:r>
        <w:t xml:space="preserve">Vestibulum scelerisque velit risus. Cras non arcu imperdiet, eleifend justo in, tempus nisi. Mauris tristique eleifend ipsum sit amet pulvinar. Fusce rutrum ex ac faucibus mollis. Suspendisse tincidunt lobortis ipsum eget hendrerit. Suspendisse commodo massa ex, non sagittis purus vulputate eget. Lorem ipsum dolor sit amet, consectetur adipiscing elit. Lorem ipsum dolor sit amet, consectetur adipiscing elit. Vivamus blandit, massa laoreet lobortis volutpat, nisl nisi egestas turpis, eget bibendum nisl neque vitae odio. </w:t>
      </w:r>
      <w:r w:rsidRPr="004D140F">
        <w:t xml:space="preserve">Quisque vitae orci interdum diam fringilla venenatis. Aliquam egestas porttitor dolor, eu mattis ex hendrerit ac. </w:t>
      </w:r>
      <w:r>
        <w:t>Sed sed consectetur sapien.</w:t>
      </w:r>
    </w:p>
    <w:p w:rsidR="004D140F" w:rsidRDefault="004D140F" w:rsidP="004D140F">
      <w:pPr>
        <w:jc w:val="both"/>
      </w:pPr>
      <w:r>
        <w:t xml:space="preserve">Aenean arcu lacus, laoreet sed ullamcorper quis, interdum et ligula. </w:t>
      </w:r>
      <w:r w:rsidRPr="004D140F">
        <w:t xml:space="preserve">Maecenas pretium nulla eget nulla porta, eget porttitor ligula feugiat. </w:t>
      </w:r>
      <w:r>
        <w:t>Etiam dictum ut eros malesuada tempus. Morbi varius sem lorem, nec vestibulum sapien dictum vel. Aliquam pretium sagittis neque, in feugiat leo tincidunt non. Praesent consequat nisl nec lacus aliquam, at tempor urna vestibulum. Sed convallis urna et neque convallis lacinia. Nam id sem sed libero iaculis aliquet. Integer odio ante, feugiat hendrerit erat et, vestibulum bibendum nibh.</w:t>
      </w:r>
    </w:p>
    <w:p w:rsidR="004D140F" w:rsidRDefault="004D140F" w:rsidP="004D140F">
      <w:pPr>
        <w:jc w:val="both"/>
      </w:pPr>
    </w:p>
    <w:p w:rsidR="004D140F" w:rsidRDefault="004D140F" w:rsidP="004D140F">
      <w:pPr>
        <w:pStyle w:val="Ttulo2"/>
      </w:pPr>
      <w:bookmarkStart w:id="3" w:name="_Toc45737023"/>
      <w:r>
        <w:t>Add</w:t>
      </w:r>
      <w:bookmarkEnd w:id="3"/>
    </w:p>
    <w:p w:rsidR="004D140F" w:rsidRPr="004D140F" w:rsidRDefault="004D140F" w:rsidP="004D140F">
      <w:r>
        <w:t xml:space="preserve">Lorem ipsum dolor sit amet, consectetur adipiscing elit. Sed et arcu dapibus, interdum quam vitae, interdum leo. Pellentesque elementum est vitae libero dictum tincidunt. Etiam interdum, eros et maximus mollis, velit mauris consectetur odio, vitae tincidunt tortor tellus sed velit. </w:t>
      </w:r>
      <w:r w:rsidRPr="004D140F">
        <w:t xml:space="preserve">Quisque sodales, odio in posuere ultrices, est mi pharetra tortor, eu viverra quam lacus quis neque. </w:t>
      </w:r>
      <w:r>
        <w:t xml:space="preserve">Vivamus pharetra euismod malesuada. Phasellus vulputate tellus nec sapien dignissim, nec sollicitudin velit mattis. </w:t>
      </w:r>
      <w:r w:rsidRPr="004D140F">
        <w:t xml:space="preserve">Morbi nec ornare libero, eu varius lectus. Cras suscipit gravida orci. </w:t>
      </w:r>
      <w:r>
        <w:t xml:space="preserve">Suspendisse at dui a magna tempus imperdiet. Suspendisse interdum nisl at gravida hendrerit. </w:t>
      </w:r>
      <w:r w:rsidRPr="004D140F">
        <w:t>Pellentesque ante odio, tempor eu odi</w:t>
      </w:r>
      <w:r>
        <w:t>o a, scelerisque pharetra nisi.</w:t>
      </w:r>
    </w:p>
    <w:p w:rsidR="004D140F" w:rsidRDefault="004D140F" w:rsidP="004D140F">
      <w:r w:rsidRPr="004D140F">
        <w:lastRenderedPageBreak/>
        <w:t xml:space="preserve">Sed rutrum tristique nisl, vitae lacinia purus mattis id. Vivamus eu tempus sapien. Sed quis arcu sit amet magna tristique auctor. Cras augue ante, consectetur vitae vehicula et, dignissim vel sapien. Suspendisse suscipit, ex id iaculis scelerisque, odio orci tempor augue, a semper libero neque eget erat. In molestie eu nulla ut rhoncus. Quisque aliquam justo viverra mauris eleifend eleifend non sodales lectus. </w:t>
      </w:r>
      <w:r>
        <w:t>Praesent diam urna, feugiat in erat sit amet, egestas tempus nisl. Pellentesque mollis hendrerit nisl dictum vestibulum. Proin posuere diam diam, at maximus elit mattis a.</w:t>
      </w:r>
    </w:p>
    <w:p w:rsidR="004D140F" w:rsidRDefault="004D140F" w:rsidP="004D140F"/>
    <w:p w:rsidR="004D140F" w:rsidRDefault="004D140F" w:rsidP="004D140F">
      <w:pPr>
        <w:pStyle w:val="Ttulo2"/>
      </w:pPr>
      <w:bookmarkStart w:id="4" w:name="_Toc45737024"/>
      <w:r>
        <w:t>Edit</w:t>
      </w:r>
      <w:bookmarkEnd w:id="4"/>
    </w:p>
    <w:p w:rsidR="004D140F" w:rsidRPr="004D140F" w:rsidRDefault="004D140F" w:rsidP="004D140F">
      <w:r>
        <w:t xml:space="preserve">Lorem ipsum dolor sit amet, consectetur adipiscing elit. Sed et arcu dapibus, interdum quam vitae, interdum leo. Pellentesque elementum est vitae libero dictum tincidunt. Etiam interdum, eros et maximus mollis, velit mauris consectetur odio, vitae tincidunt tortor tellus sed velit. </w:t>
      </w:r>
      <w:r w:rsidRPr="004D140F">
        <w:t xml:space="preserve">Quisque sodales, odio in posuere ultrices, est mi pharetra tortor, eu viverra quam lacus quis neque. </w:t>
      </w:r>
      <w:r>
        <w:t xml:space="preserve">Vivamus pharetra euismod malesuada. Phasellus vulputate tellus nec sapien dignissim, nec sollicitudin velit mattis. </w:t>
      </w:r>
      <w:r w:rsidRPr="004D140F">
        <w:t xml:space="preserve">Morbi nec ornare libero, eu varius lectus. Cras suscipit gravida orci. </w:t>
      </w:r>
      <w:r>
        <w:t xml:space="preserve">Suspendisse at dui a magna tempus imperdiet. Suspendisse interdum nisl at gravida hendrerit. </w:t>
      </w:r>
      <w:r w:rsidRPr="004D140F">
        <w:t>Pellentesque ante odio, tempor eu odi</w:t>
      </w:r>
      <w:r w:rsidR="000B2E6B">
        <w:t>o a, scelerisque pharetra nisi.</w:t>
      </w:r>
    </w:p>
    <w:p w:rsidR="004D140F" w:rsidRDefault="004D140F" w:rsidP="004D140F">
      <w:r w:rsidRPr="004D140F">
        <w:t xml:space="preserve">Sed rutrum tristique nisl, vitae lacinia purus mattis id. Vivamus eu tempus sapien. Sed quis arcu sit amet magna tristique auctor. Cras augue ante, consectetur vitae vehicula et, dignissim vel sapien. Suspendisse suscipit, ex id iaculis scelerisque, odio orci tempor augue, a semper libero neque eget erat. In molestie eu nulla ut rhoncus. Quisque aliquam justo viverra mauris eleifend eleifend non sodales lectus. </w:t>
      </w:r>
      <w:r>
        <w:t>Praesent diam urna, feugiat in erat sit amet, egestas tempus nisl. Pellentesque mollis hendrerit nisl dictum vestibulum. Proin posuere diam diam, at maximus elit mattis a.</w:t>
      </w:r>
    </w:p>
    <w:p w:rsidR="000B2E6B" w:rsidRDefault="000B2E6B" w:rsidP="004D140F"/>
    <w:p w:rsidR="000B2E6B" w:rsidRDefault="000B2E6B" w:rsidP="000B2E6B">
      <w:pPr>
        <w:pStyle w:val="Ttulo2"/>
      </w:pPr>
      <w:bookmarkStart w:id="5" w:name="_Toc45737025"/>
      <w:r>
        <w:t>Delete</w:t>
      </w:r>
      <w:bookmarkEnd w:id="5"/>
    </w:p>
    <w:p w:rsidR="000B2E6B" w:rsidRPr="000B2E6B" w:rsidRDefault="000B2E6B" w:rsidP="000B2E6B">
      <w:r>
        <w:t xml:space="preserve">Lorem ipsum dolor sit amet, consectetur adipiscing elit. Sed et arcu dapibus, interdum quam vitae, interdum leo. Pellentesque elementum est vitae libero dictum tincidunt. Etiam interdum, eros et maximus mollis, velit mauris consectetur odio, vitae tincidunt tortor tellus sed velit. </w:t>
      </w:r>
      <w:r w:rsidRPr="000B2E6B">
        <w:t xml:space="preserve">Quisque sodales, odio in posuere ultrices, est mi pharetra tortor, eu viverra quam lacus quis neque. </w:t>
      </w:r>
      <w:r>
        <w:t xml:space="preserve">Vivamus pharetra euismod malesuada. Phasellus vulputate tellus nec sapien dignissim, nec sollicitudin velit mattis. </w:t>
      </w:r>
      <w:r w:rsidRPr="000B2E6B">
        <w:t xml:space="preserve">Morbi nec ornare libero, eu varius lectus. Cras suscipit gravida orci. </w:t>
      </w:r>
      <w:r>
        <w:t xml:space="preserve">Suspendisse at dui a magna tempus imperdiet. Suspendisse interdum nisl at gravida hendrerit. </w:t>
      </w:r>
      <w:r w:rsidRPr="000B2E6B">
        <w:t>Pellentesque ante odio, tempor eu odi</w:t>
      </w:r>
      <w:r>
        <w:t>o a, scelerisque pharetra nisi.</w:t>
      </w:r>
    </w:p>
    <w:p w:rsidR="000B2E6B" w:rsidRPr="005C4113" w:rsidRDefault="000B2E6B" w:rsidP="005C4113">
      <w:r w:rsidRPr="000B2E6B">
        <w:t xml:space="preserve">Sed rutrum tristique nisl, vitae lacinia purus mattis id. Vivamus eu tempus sapien. Sed quis arcu sit amet magna tristique auctor. Cras augue ante, consectetur vitae vehicula et, dignissim vel sapien. Suspendisse suscipit, ex id iaculis scelerisque, odio orci tempor augue, a semper libero neque eget erat. In molestie eu nulla ut rhoncus. Quisque aliquam justo viverra mauris eleifend eleifend non sodales lectus. </w:t>
      </w:r>
      <w:r>
        <w:t>Praesent diam urna, feugiat in erat sit amet, egestas tempus nisl. Pellentesque mollis hendrerit nisl dictum vestibulum. Proin posuere diam diam, at maximus elit mattis a.</w:t>
      </w:r>
      <w:r>
        <w:br w:type="page"/>
      </w:r>
    </w:p>
    <w:p w:rsidR="000B2E6B" w:rsidRDefault="000B2E6B" w:rsidP="000B2E6B">
      <w:pPr>
        <w:pStyle w:val="Ttulo1"/>
      </w:pPr>
      <w:bookmarkStart w:id="6" w:name="_Toc45737026"/>
      <w:r>
        <w:lastRenderedPageBreak/>
        <w:t>Configuración</w:t>
      </w:r>
      <w:bookmarkEnd w:id="6"/>
    </w:p>
    <w:p w:rsidR="000B2E6B" w:rsidRDefault="000B2E6B" w:rsidP="000B2E6B">
      <w:r>
        <w:rPr>
          <w:noProof/>
          <w:lang w:eastAsia="es-ES"/>
        </w:rPr>
        <w:drawing>
          <wp:inline distT="0" distB="0" distL="0" distR="0">
            <wp:extent cx="6188075" cy="1987486"/>
            <wp:effectExtent l="57150" t="19050" r="117475" b="69914"/>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srcRect/>
                    <a:stretch>
                      <a:fillRect/>
                    </a:stretch>
                  </pic:blipFill>
                  <pic:spPr bwMode="auto">
                    <a:xfrm>
                      <a:off x="0" y="0"/>
                      <a:ext cx="6188075" cy="1987486"/>
                    </a:xfrm>
                    <a:prstGeom prst="rect">
                      <a:avLst/>
                    </a:prstGeom>
                    <a:noFill/>
                    <a:ln w="9525">
                      <a:solidFill>
                        <a:schemeClr val="tx2"/>
                      </a:solidFill>
                      <a:miter lim="800000"/>
                      <a:headEnd/>
                      <a:tailEnd/>
                    </a:ln>
                    <a:effectLst>
                      <a:outerShdw blurRad="50800" dist="38100" dir="2700000" algn="tl" rotWithShape="0">
                        <a:prstClr val="black">
                          <a:alpha val="40000"/>
                        </a:prstClr>
                      </a:outerShdw>
                    </a:effectLst>
                  </pic:spPr>
                </pic:pic>
              </a:graphicData>
            </a:graphic>
          </wp:inline>
        </w:drawing>
      </w:r>
    </w:p>
    <w:p w:rsidR="000B2E6B" w:rsidRDefault="000B2E6B" w:rsidP="000B2E6B">
      <w:r>
        <w:t>La personalización de la aplicación se hace mediante el mantenimiento del contenido de esta tabla.</w:t>
      </w:r>
    </w:p>
    <w:p w:rsidR="000B2E6B" w:rsidRDefault="000B2E6B" w:rsidP="000B2E6B">
      <w:r>
        <w:t>Para que se recojan los cambios hay que desconectarse de la aplicación y volverse a conectar.</w:t>
      </w:r>
    </w:p>
    <w:p w:rsidR="000B2E6B" w:rsidRDefault="000B2E6B" w:rsidP="000B2E6B"/>
    <w:p w:rsidR="000B2E6B" w:rsidRDefault="000B2E6B" w:rsidP="000B2E6B">
      <w:pPr>
        <w:pStyle w:val="Ttulo2"/>
      </w:pPr>
      <w:bookmarkStart w:id="7" w:name="_Toc45737027"/>
      <w:r>
        <w:t>List</w:t>
      </w:r>
      <w:bookmarkEnd w:id="7"/>
    </w:p>
    <w:p w:rsidR="000B2E6B" w:rsidRDefault="000B2E6B" w:rsidP="000B2E6B">
      <w:r>
        <w:t>Fusce consequat suscipit porttitor. Nunc rutrum eu velit at laoreet. Nam sed dictum eros. Curabitur vehicula venenatis nibh in consequat. Mauris magna risus, vestibulum sit amet pharetra eget, consectetur ut nibh. Integer molestie turpis sit amet turpis venenatis, vitae suscipit urna ornare. Donec vulputate, est non rhoncus pulvinar, mauris neque sodales ipsum, sed lacinia velit eros posuere enim. Aenean pulvinar elit a volutpat pulvinar. Donec at dapibus odio. Praesent dictum mauris hendrerit mauris accumsan accumsan. Pellentesque elementum fringilla quam, non facilisis tortor volutpat at. Curabitur felis enim, maximus eget ligula eu, posuere blandit ligula. Pellentesque nec sapien ac mi blandit luctus. In ut turpis id felis tincidunt hendrerit.</w:t>
      </w:r>
    </w:p>
    <w:p w:rsidR="000B2E6B" w:rsidRDefault="000B2E6B" w:rsidP="000B2E6B">
      <w:r>
        <w:t>Vestibulum scelerisque velit risus. Cras non arcu imperdiet, eleifend justo in, tempus nisi. Mauris tristique eleifend ipsum sit amet pulvinar. Fusce rutrum ex ac faucibus mollis. Suspendisse tincidunt lobortis ipsum eget hendrerit. Suspendisse commodo massa ex, non sagittis purus vulputate eget. Lorem ipsum dolor sit amet, consectetur adipiscing elit. Lorem ipsum dolor sit amet, consectetur adipiscing elit. Vivamus blandit, massa laoreet lobortis volutpat, nisl nisi egestas turpis, eget bibendum nisl neque vitae odio. Quisque vitae orci interdum diam fringilla venenatis. Aliquam egestas porttitor dolor, eu mattis ex hendrerit ac. Sed sed consectetur sapien.</w:t>
      </w:r>
    </w:p>
    <w:p w:rsidR="000B2E6B" w:rsidRDefault="000B2E6B" w:rsidP="000B2E6B"/>
    <w:p w:rsidR="000B2E6B" w:rsidRDefault="000B2E6B" w:rsidP="000B2E6B">
      <w:pPr>
        <w:pStyle w:val="Ttulo2"/>
      </w:pPr>
      <w:bookmarkStart w:id="8" w:name="_Toc45737028"/>
      <w:r>
        <w:t>Add</w:t>
      </w:r>
      <w:bookmarkEnd w:id="8"/>
    </w:p>
    <w:p w:rsidR="000B2E6B" w:rsidRDefault="000B2E6B" w:rsidP="000B2E6B">
      <w:r>
        <w:t xml:space="preserve">Fusce consequat suscipit porttitor. Nunc rutrum eu velit at laoreet. Nam sed dictum eros. Curabitur vehicula venenatis nibh in consequat. Mauris magna risus, vestibulum sit amet pharetra eget, consectetur ut nibh. Integer molestie turpis sit amet turpis venenatis, vitae suscipit urna ornare. Donec vulputate, est non rhoncus pulvinar, mauris neque sodales ipsum, sed lacinia velit eros posuere enim. Aenean pulvinar elit a volutpat pulvinar. Donec at dapibus odio. Praesent dictum mauris hendrerit mauris accumsan accumsan. Pellentesque elementum fringilla quam, non facilisis tortor </w:t>
      </w:r>
      <w:r>
        <w:lastRenderedPageBreak/>
        <w:t>volutpat at. Curabitur felis enim, maximus eget ligula eu, posuere blandit ligula. Pellentesque nec sapien ac mi blandit luctus. In ut turpis id felis tincidunt hendrerit.</w:t>
      </w:r>
    </w:p>
    <w:p w:rsidR="000B2E6B" w:rsidRDefault="000B2E6B" w:rsidP="000B2E6B">
      <w:r>
        <w:t>Vestibulum scelerisque velit risus. Cras non arcu imperdiet, eleifend justo in, tempus nisi. Mauris tristique eleifend ipsum sit amet pulvinar. Fusce rutrum ex ac faucibus mollis. Suspendisse tincidunt lobortis ipsum eget hendrerit. Suspendisse commodo massa ex, non sagittis purus vulputate eget. Lorem ipsum dolor sit amet, consectetur adipiscing elit. Lorem ipsum dolor sit amet, consectetur adipiscing elit. Vivamus blandit, massa laoreet lobortis volutpat, nisl nisi egestas turpis, eget bibendum nisl neque vitae odio. Quisque vitae orci interdum diam fringilla venenatis. Aliquam egestas porttitor dolor, eu mattis ex hendrerit ac. Sed sed consectetur sapien.</w:t>
      </w:r>
    </w:p>
    <w:p w:rsidR="005C4113" w:rsidRDefault="005C4113" w:rsidP="000B2E6B"/>
    <w:p w:rsidR="005C4113" w:rsidRDefault="005C4113">
      <w:pPr>
        <w:spacing w:before="0" w:after="200"/>
        <w:rPr>
          <w:rFonts w:asciiTheme="majorHAnsi" w:hAnsiTheme="majorHAnsi"/>
          <w:color w:val="F72B1E" w:themeColor="accent1"/>
          <w:sz w:val="48"/>
          <w:szCs w:val="48"/>
        </w:rPr>
      </w:pPr>
      <w:r>
        <w:br w:type="page"/>
      </w:r>
    </w:p>
    <w:p w:rsidR="005C4113" w:rsidRDefault="005C4113" w:rsidP="005C4113">
      <w:pPr>
        <w:pStyle w:val="Ttulo1"/>
      </w:pPr>
      <w:bookmarkStart w:id="9" w:name="_Toc45737029"/>
      <w:r>
        <w:lastRenderedPageBreak/>
        <w:t>Proyectos</w:t>
      </w:r>
      <w:bookmarkEnd w:id="9"/>
    </w:p>
    <w:p w:rsidR="005C4113" w:rsidRDefault="005C4113" w:rsidP="005C4113">
      <w:r>
        <w:t>Lorem ipsum dolor sit amet, consectetur adipiscing elit. Sed et arcu dapibus, interdum quam vitae, interdum leo. Pellentesque elementum est vitae libero dictum tincidunt. Etiam interdum, eros et maximus mollis, velit mauris consectetur odio, vitae tincidunt tortor tellus sed velit. Quisque sodales, odio in posuere ultrices, est mi pharetra tortor, eu viverra quam lacus quis neque. Vivamus pharetra euismod malesuada. Phasellus vulputate tellus nec sapien dignissim, nec sollicitudin velit mattis. Morbi nec ornare libero, eu varius lectus. Cras suscipit gravida orci. Suspendisse at dui a magna tempus imperdiet. Suspendisse interdum nisl at gravida hendrerit. Pellentesque ante odio, tempor eu odio a, scelerisque pharetra nisi.</w:t>
      </w:r>
    </w:p>
    <w:p w:rsidR="005C4113" w:rsidRDefault="005C4113" w:rsidP="005C4113">
      <w:r>
        <w:t>Sed rutrum tristique nisl, vitae lacinia purus mattis id. Vivamus eu tempus sapien. Sed quis arcu sit amet magna tristique auctor. Cras augue ante, consectetur vitae vehicula et, dignissim vel sapien. Suspendisse suscipit, ex id iaculis scelerisque, odio orci tempor augue, a semper libero neque eget erat. In molestie eu nulla ut rhoncus. Quisque aliquam justo viverra mauris eleifend eleifend non sodales lectus. Praesent diam urna, feugiat in erat sit amet, egestas tempus nisl. Pellentesque mollis hendrerit nisl dictum vestibulum. Proin posuere diam diam, at maximus elit mattis a.</w:t>
      </w:r>
    </w:p>
    <w:p w:rsidR="005C4113" w:rsidRDefault="005C4113" w:rsidP="005C4113">
      <w:r>
        <w:t>Fusce consequat suscipit porttitor. Nunc rutrum eu velit at laoreet. Nam sed dictum eros. Curabitur vehicula venenatis nibh in consequat. Mauris magna risus, vestibulum sit amet pharetra eget, consectetur ut nibh. Integer molestie turpis sit amet turpis venenatis, vitae suscipit urna ornare. Donec vulputate, est non rhoncus pulvinar, mauris neque sodales ipsum, sed lacinia velit eros posuere enim. Aenean pulvinar elit a volutpat pulvinar. Donec at dapibus odio. Praesent dictum mauris hendrerit mauris accumsan accumsan. Pellentesque elementum fringilla quam, non facilisis tortor volutpat at. Curabitur felis enim, maximus eget ligula eu, posuere blandit ligula. Pellentesque nec sapien ac mi blandit luctus. In ut turpis id felis tincidunt hendrerit.</w:t>
      </w:r>
    </w:p>
    <w:p w:rsidR="005C4113" w:rsidRDefault="005C4113" w:rsidP="005C4113">
      <w:r>
        <w:t>Vestibulum scelerisque velit risus. Cras non arcu imperdiet, eleifend justo in, tempus nisi. Mauris tristique eleifend ipsum sit amet pulvinar. Fusce rutrum ex ac faucibus mollis. Suspendisse tincidunt lobortis ipsum eget hendrerit. Suspendisse commodo massa ex, non sagittis purus vulputate eget. Lorem ipsum dolor sit amet, consectetur adipiscing elit. Lorem ipsum dolor sit amet, consectetur adipiscing elit. Vivamus blandit, massa laoreet lobortis volutpat, nisl nisi egestas turpis, eget bibendum nisl neque vitae odio. Quisque vitae orci interdum diam fringilla venenatis. Aliquam egestas porttitor dolor, eu mattis ex hendrerit ac. Sed sed consectetur sapien.</w:t>
      </w:r>
    </w:p>
    <w:p w:rsidR="005C4113" w:rsidRDefault="005C4113" w:rsidP="005C4113">
      <w:r>
        <w:t>Aenean arcu lacus, laoreet sed ullamcorper quis, interdum et ligula. Maecenas pretium nulla eget nulla porta, eget porttitor ligula feugiat. Etiam dictum ut eros malesuada tempus. Morbi varius sem lorem, nec vestibulum sapien dictum vel. Aliquam pretium sagittis neque, in feugiat leo tincidunt non. Praesent consequat nisl nec lacus aliquam, at tempor urna vestibulum. Sed convallis urna et neque convallis lacinia. Nam id sem sed libero iaculis aliquet. Integer odio ante, feugiat hendrerit erat et, vestibulum bibendum nibh.</w:t>
      </w:r>
    </w:p>
    <w:p w:rsidR="005C4113" w:rsidRDefault="005C4113" w:rsidP="005C4113">
      <w:pPr>
        <w:pStyle w:val="Ttulo2"/>
      </w:pPr>
      <w:bookmarkStart w:id="10" w:name="_Toc45737030"/>
      <w:r>
        <w:t>List</w:t>
      </w:r>
      <w:bookmarkEnd w:id="10"/>
    </w:p>
    <w:p w:rsidR="005C4113" w:rsidRDefault="005C4113" w:rsidP="005C4113"/>
    <w:p w:rsidR="005C4113" w:rsidRDefault="005C4113" w:rsidP="005C4113"/>
    <w:p w:rsidR="005C4113" w:rsidRDefault="005C4113" w:rsidP="005C4113">
      <w:pPr>
        <w:pStyle w:val="Ttulo2"/>
      </w:pPr>
      <w:bookmarkStart w:id="11" w:name="_Toc45737031"/>
      <w:r>
        <w:t>Add</w:t>
      </w:r>
      <w:bookmarkEnd w:id="11"/>
    </w:p>
    <w:p w:rsidR="005C4113" w:rsidRDefault="005C4113" w:rsidP="005C4113"/>
    <w:p w:rsidR="005C4113" w:rsidRDefault="005C4113" w:rsidP="005C4113"/>
    <w:p w:rsidR="005C4113" w:rsidRDefault="005C4113" w:rsidP="005C4113">
      <w:pPr>
        <w:pStyle w:val="Ttulo2"/>
      </w:pPr>
      <w:bookmarkStart w:id="12" w:name="_Toc45737032"/>
      <w:r>
        <w:lastRenderedPageBreak/>
        <w:t>Edit</w:t>
      </w:r>
      <w:bookmarkEnd w:id="12"/>
    </w:p>
    <w:p w:rsidR="005C4113" w:rsidRDefault="005C4113" w:rsidP="005C4113"/>
    <w:p w:rsidR="005C4113" w:rsidRDefault="005C4113" w:rsidP="005C4113">
      <w:pPr>
        <w:pStyle w:val="Ttulo2"/>
      </w:pPr>
      <w:bookmarkStart w:id="13" w:name="_Toc45737033"/>
      <w:r>
        <w:t>Delete</w:t>
      </w:r>
      <w:bookmarkEnd w:id="13"/>
    </w:p>
    <w:p w:rsidR="005C4113" w:rsidRPr="000B2E6B" w:rsidRDefault="005C4113" w:rsidP="005C4113"/>
    <w:p w:rsidR="005C4113" w:rsidRPr="000B2E6B" w:rsidRDefault="005C4113" w:rsidP="000B2E6B"/>
    <w:sectPr w:rsidR="005C4113" w:rsidRPr="000B2E6B" w:rsidSect="0092275C">
      <w:headerReference w:type="default" r:id="rId14"/>
      <w:footerReference w:type="default" r:id="rId15"/>
      <w:pgSz w:w="12240" w:h="15840" w:code="1"/>
      <w:pgMar w:top="720" w:right="1077" w:bottom="720" w:left="1418" w:header="578"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25FB" w:rsidRDefault="001925FB">
      <w:pPr>
        <w:spacing w:before="0" w:after="0" w:line="240" w:lineRule="auto"/>
      </w:pPr>
      <w:r>
        <w:separator/>
      </w:r>
    </w:p>
  </w:endnote>
  <w:endnote w:type="continuationSeparator" w:id="1">
    <w:p w:rsidR="001925FB" w:rsidRDefault="001925FB">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stral">
    <w:panose1 w:val="03090702030407020403"/>
    <w:charset w:val="00"/>
    <w:family w:val="script"/>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5000" w:type="pct"/>
      <w:tblBorders>
        <w:top w:val="none" w:sz="0" w:space="0" w:color="auto"/>
        <w:left w:val="none" w:sz="0" w:space="0" w:color="auto"/>
        <w:bottom w:val="dashSmallGap" w:sz="4" w:space="0" w:color="BFBFBF" w:themeColor="background1" w:themeShade="BF"/>
        <w:right w:val="none" w:sz="0" w:space="0" w:color="auto"/>
        <w:insideH w:val="none" w:sz="0" w:space="0" w:color="auto"/>
        <w:insideV w:val="none" w:sz="0" w:space="0" w:color="auto"/>
      </w:tblBorders>
      <w:tblLook w:val="04A0"/>
    </w:tblPr>
    <w:tblGrid>
      <w:gridCol w:w="4988"/>
      <w:gridCol w:w="4987"/>
    </w:tblGrid>
    <w:tr w:rsidR="00B113E8">
      <w:tc>
        <w:tcPr>
          <w:tcW w:w="5148" w:type="dxa"/>
          <w:tcMar>
            <w:left w:w="115" w:type="dxa"/>
            <w:right w:w="115" w:type="dxa"/>
          </w:tcMar>
          <w:vAlign w:val="bottom"/>
        </w:tcPr>
        <w:p w:rsidR="00B113E8" w:rsidRDefault="001925FB">
          <w:pPr>
            <w:pStyle w:val="Sinespaciado"/>
          </w:pPr>
        </w:p>
      </w:tc>
      <w:tc>
        <w:tcPr>
          <w:tcW w:w="5148" w:type="dxa"/>
          <w:tcMar>
            <w:left w:w="115" w:type="dxa"/>
            <w:right w:w="115" w:type="dxa"/>
          </w:tcMar>
          <w:vAlign w:val="bottom"/>
        </w:tcPr>
        <w:p w:rsidR="00B113E8" w:rsidRDefault="001925FB">
          <w:pPr>
            <w:pStyle w:val="Sinespaciado"/>
            <w:rPr>
              <w:rFonts w:asciiTheme="majorHAnsi" w:hAnsiTheme="majorHAnsi"/>
              <w:sz w:val="20"/>
            </w:rPr>
          </w:pPr>
        </w:p>
      </w:tc>
    </w:tr>
  </w:tbl>
  <w:p w:rsidR="00B113E8" w:rsidRDefault="001925FB">
    <w:pPr>
      <w:pStyle w:val="Sinespaciad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25FB" w:rsidRDefault="001925FB">
      <w:pPr>
        <w:spacing w:before="0" w:after="0" w:line="240" w:lineRule="auto"/>
      </w:pPr>
      <w:r>
        <w:separator/>
      </w:r>
    </w:p>
  </w:footnote>
  <w:footnote w:type="continuationSeparator" w:id="1">
    <w:p w:rsidR="001925FB" w:rsidRDefault="001925FB">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5000" w:type="pct"/>
      <w:tblBorders>
        <w:top w:val="none" w:sz="0" w:space="0" w:color="auto"/>
        <w:left w:val="none" w:sz="0" w:space="0" w:color="auto"/>
        <w:bottom w:val="dashSmallGap" w:sz="4" w:space="0" w:color="BFBFBF" w:themeColor="background1" w:themeShade="BF"/>
        <w:right w:val="none" w:sz="0" w:space="0" w:color="auto"/>
        <w:insideH w:val="none" w:sz="0" w:space="0" w:color="auto"/>
        <w:insideV w:val="none" w:sz="0" w:space="0" w:color="auto"/>
      </w:tblBorders>
      <w:tblLook w:val="04A0"/>
    </w:tblPr>
    <w:tblGrid>
      <w:gridCol w:w="4982"/>
      <w:gridCol w:w="4993"/>
    </w:tblGrid>
    <w:tr w:rsidR="00B113E8">
      <w:sdt>
        <w:sdtPr>
          <w:rPr>
            <w:noProof/>
            <w:lang w:val="es-ES" w:eastAsia="es-ES"/>
          </w:rPr>
          <w:alias w:val="Haga clic en el icono para sustituir el logotipo"/>
          <w:tag w:val="Haga clic en el icono para sustituir el logotipo"/>
          <w:id w:val="1119261312"/>
          <w:picture/>
        </w:sdtPr>
        <w:sdtContent>
          <w:tc>
            <w:tcPr>
              <w:tcW w:w="5148" w:type="dxa"/>
              <w:tcMar>
                <w:left w:w="115" w:type="dxa"/>
                <w:right w:w="115" w:type="dxa"/>
              </w:tcMar>
              <w:vAlign w:val="bottom"/>
            </w:tcPr>
            <w:p w:rsidR="00B113E8" w:rsidRDefault="0092275C">
              <w:pPr>
                <w:pStyle w:val="Sinespaciado"/>
                <w:spacing w:after="80"/>
              </w:pPr>
              <w:r w:rsidRPr="0092275C">
                <w:rPr>
                  <w:noProof/>
                  <w:lang w:val="es-ES" w:eastAsia="es-ES"/>
                </w:rPr>
                <w:drawing>
                  <wp:inline distT="0" distB="0" distL="0" distR="0">
                    <wp:extent cx="360219" cy="360219"/>
                    <wp:effectExtent l="19050" t="0" r="1731" b="0"/>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361487" cy="361487"/>
                            </a:xfrm>
                            <a:prstGeom prst="rect">
                              <a:avLst/>
                            </a:prstGeom>
                            <a:noFill/>
                            <a:ln w="9525">
                              <a:noFill/>
                              <a:miter lim="800000"/>
                              <a:headEnd/>
                              <a:tailEnd/>
                            </a:ln>
                          </pic:spPr>
                        </pic:pic>
                      </a:graphicData>
                    </a:graphic>
                  </wp:inline>
                </w:drawing>
              </w:r>
            </w:p>
          </w:tc>
        </w:sdtContent>
      </w:sdt>
      <w:tc>
        <w:tcPr>
          <w:tcW w:w="5148" w:type="dxa"/>
          <w:tcMar>
            <w:left w:w="115" w:type="dxa"/>
            <w:right w:w="115" w:type="dxa"/>
          </w:tcMar>
          <w:vAlign w:val="bottom"/>
        </w:tcPr>
        <w:p w:rsidR="00B113E8" w:rsidRDefault="001F2D63">
          <w:pPr>
            <w:pStyle w:val="ReportName"/>
          </w:pPr>
          <w:sdt>
            <w:sdtPr>
              <w:alias w:val="Título del informe"/>
              <w:tag w:val="Título del informe"/>
              <w:id w:val="1457518547"/>
              <w:dataBinding w:prefixMappings="xmlns:ns0='http://purl.org/dc/elements/1.1/' xmlns:ns1='http://schemas.openxmlformats.org/package/2006/metadata/core-properties' " w:xpath="/ns1:coreProperties[1]/ns0:description[1]" w:storeItemID="{6C3C8BC8-F283-45AE-878A-BAB7291924A1}"/>
              <w:text w:multiLine="1"/>
            </w:sdtPr>
            <w:sdtContent>
              <w:r w:rsidR="0092275C">
                <w:t>Manual de Reuniones</w:t>
              </w:r>
            </w:sdtContent>
          </w:sdt>
          <w:r w:rsidR="00D56BE3">
            <w:t xml:space="preserve"> | </w:t>
          </w:r>
          <w:r>
            <w:rPr>
              <w:rStyle w:val="Nmerodepgina"/>
              <w:color w:val="F95F56" w:themeColor="accent1" w:themeTint="BF"/>
            </w:rPr>
            <w:fldChar w:fldCharType="begin"/>
          </w:r>
          <w:r w:rsidR="00D56BE3">
            <w:rPr>
              <w:rStyle w:val="Nmerodepgina"/>
              <w:color w:val="F95F56" w:themeColor="accent1" w:themeTint="BF"/>
            </w:rPr>
            <w:instrText>PAGE  \* Arabic  \* MERGEFORMAT</w:instrText>
          </w:r>
          <w:r>
            <w:rPr>
              <w:rStyle w:val="Nmerodepgina"/>
              <w:color w:val="F95F56" w:themeColor="accent1" w:themeTint="BF"/>
            </w:rPr>
            <w:fldChar w:fldCharType="separate"/>
          </w:r>
          <w:r w:rsidR="00F55BE1">
            <w:rPr>
              <w:rStyle w:val="Nmerodepgina"/>
              <w:noProof/>
              <w:color w:val="F95F56" w:themeColor="accent1" w:themeTint="BF"/>
            </w:rPr>
            <w:t>8</w:t>
          </w:r>
          <w:r>
            <w:rPr>
              <w:rStyle w:val="Nmerodepgina"/>
              <w:color w:val="F95F56" w:themeColor="accent1" w:themeTint="BF"/>
            </w:rPr>
            <w:fldChar w:fldCharType="end"/>
          </w:r>
        </w:p>
      </w:tc>
    </w:tr>
  </w:tbl>
  <w:p w:rsidR="00B113E8" w:rsidRDefault="001925FB" w:rsidP="00FF18E2">
    <w:pPr>
      <w:spacing w:before="140" w:after="14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0DE878C"/>
    <w:lvl w:ilvl="0">
      <w:start w:val="1"/>
      <w:numFmt w:val="bullet"/>
      <w:pStyle w:val="Listaconvietas2"/>
      <w:lvlText w:val=""/>
      <w:lvlJc w:val="left"/>
      <w:pPr>
        <w:tabs>
          <w:tab w:val="num" w:pos="720"/>
        </w:tabs>
        <w:ind w:left="720" w:hanging="360"/>
      </w:pPr>
      <w:rPr>
        <w:rFonts w:ascii="Symbol" w:hAnsi="Symbol" w:hint="default"/>
      </w:rPr>
    </w:lvl>
  </w:abstractNum>
  <w:abstractNum w:abstractNumId="1">
    <w:nsid w:val="FFFFFF89"/>
    <w:multiLevelType w:val="singleLevel"/>
    <w:tmpl w:val="47D04BD2"/>
    <w:lvl w:ilvl="0">
      <w:start w:val="1"/>
      <w:numFmt w:val="bullet"/>
      <w:lvlText w:val=""/>
      <w:lvlJc w:val="left"/>
      <w:pPr>
        <w:tabs>
          <w:tab w:val="num" w:pos="360"/>
        </w:tabs>
        <w:ind w:left="360" w:hanging="360"/>
      </w:pPr>
      <w:rPr>
        <w:rFonts w:ascii="Symbol" w:hAnsi="Symbol" w:hint="default"/>
      </w:rPr>
    </w:lvl>
  </w:abstractNum>
  <w:abstractNum w:abstractNumId="2">
    <w:nsid w:val="2D320ADC"/>
    <w:multiLevelType w:val="hybridMultilevel"/>
    <w:tmpl w:val="E6A60516"/>
    <w:lvl w:ilvl="0" w:tplc="7BBEA1BC">
      <w:start w:val="1"/>
      <w:numFmt w:val="bullet"/>
      <w:pStyle w:val="ListBulletNegative"/>
      <w:lvlText w:val=""/>
      <w:lvlJc w:val="left"/>
      <w:pPr>
        <w:ind w:left="576" w:hanging="432"/>
      </w:pPr>
      <w:rPr>
        <w:rFonts w:ascii="Wingdings 3" w:hAnsi="Wingdings 3" w:hint="default"/>
        <w:color w:val="7F7F7F" w:themeColor="text1" w:themeTint="80"/>
        <w:position w:val="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F369CB"/>
    <w:multiLevelType w:val="hybridMultilevel"/>
    <w:tmpl w:val="6FC07668"/>
    <w:lvl w:ilvl="0" w:tplc="F4A86E0A">
      <w:start w:val="1"/>
      <w:numFmt w:val="bullet"/>
      <w:pStyle w:val="Listaconvietas"/>
      <w:lvlText w:val=""/>
      <w:lvlJc w:val="left"/>
      <w:pPr>
        <w:ind w:left="576" w:hanging="432"/>
      </w:pPr>
      <w:rPr>
        <w:rFonts w:ascii="Wingdings 3" w:hAnsi="Wingdings 3" w:hint="default"/>
        <w:color w:val="F72B1E" w:themeColor="accent1"/>
        <w:position w:val="-4"/>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7272CA"/>
    <w:multiLevelType w:val="hybridMultilevel"/>
    <w:tmpl w:val="1138F74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5E92621E"/>
    <w:multiLevelType w:val="hybridMultilevel"/>
    <w:tmpl w:val="D7961F0E"/>
    <w:lvl w:ilvl="0" w:tplc="28D4CCA2">
      <w:numFmt w:val="bullet"/>
      <w:lvlText w:val="-"/>
      <w:lvlJc w:val="left"/>
      <w:pPr>
        <w:ind w:left="720" w:hanging="360"/>
      </w:pPr>
      <w:rPr>
        <w:rFonts w:ascii="Mistral" w:eastAsiaTheme="minorHAnsi" w:hAnsi="Mistra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266FA4"/>
    <w:multiLevelType w:val="hybridMultilevel"/>
    <w:tmpl w:val="8CF28D6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0"/>
  </w:num>
  <w:num w:numId="5">
    <w:abstractNumId w:val="2"/>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ttachedTemplate r:id="rId1"/>
  <w:defaultTabStop w:val="720"/>
  <w:hyphenationZone w:val="425"/>
  <w:characterSpacingControl w:val="doNotCompress"/>
  <w:hdrShapeDefaults>
    <o:shapedefaults v:ext="edit" spidmax="30722"/>
  </w:hdrShapeDefaults>
  <w:footnotePr>
    <w:footnote w:id="0"/>
    <w:footnote w:id="1"/>
  </w:footnotePr>
  <w:endnotePr>
    <w:endnote w:id="0"/>
    <w:endnote w:id="1"/>
  </w:endnotePr>
  <w:compat>
    <w:applyBreakingRules/>
  </w:compat>
  <w:rsids>
    <w:rsidRoot w:val="005A349A"/>
    <w:rsid w:val="000B2E6B"/>
    <w:rsid w:val="000D5455"/>
    <w:rsid w:val="001418E0"/>
    <w:rsid w:val="001925FB"/>
    <w:rsid w:val="001F2D63"/>
    <w:rsid w:val="0021366A"/>
    <w:rsid w:val="002708FF"/>
    <w:rsid w:val="00393B3B"/>
    <w:rsid w:val="003C0B0F"/>
    <w:rsid w:val="00440094"/>
    <w:rsid w:val="004D140F"/>
    <w:rsid w:val="005219CF"/>
    <w:rsid w:val="005A349A"/>
    <w:rsid w:val="005C4113"/>
    <w:rsid w:val="005F0D15"/>
    <w:rsid w:val="0073144C"/>
    <w:rsid w:val="007A4CF4"/>
    <w:rsid w:val="0092275C"/>
    <w:rsid w:val="009459D9"/>
    <w:rsid w:val="009E320D"/>
    <w:rsid w:val="00A2133D"/>
    <w:rsid w:val="00B87245"/>
    <w:rsid w:val="00BC6560"/>
    <w:rsid w:val="00D047B5"/>
    <w:rsid w:val="00D56BE3"/>
    <w:rsid w:val="00DF2534"/>
    <w:rsid w:val="00E26EFC"/>
    <w:rsid w:val="00F2210F"/>
    <w:rsid w:val="00F23A19"/>
    <w:rsid w:val="00F55BE1"/>
    <w:rsid w:val="00FF18E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semiHidden="0" w:unhideWhenUsed="0" w:qFormat="1"/>
    <w:lsdException w:name="toa heading" w:unhideWhenUsed="0"/>
    <w:lsdException w:name="List Bullet" w:semiHidden="0" w:unhideWhenUsed="0" w:qFormat="1"/>
    <w:lsdException w:name="List Bullet 2" w:semiHidden="0" w:unhideWhenUsed="0"/>
    <w:lsdException w:name="Title" w:semiHidden="0" w:uiPriority="0" w:unhideWhenUsed="0" w:qFormat="1"/>
    <w:lsdException w:name="Signature" w:unhideWhenUsed="0"/>
    <w:lsdException w:name="Default Paragraph Font" w:uiPriority="1"/>
    <w:lsdException w:name="Subtitle" w:semiHidden="0" w:uiPriority="0" w:unhideWhenUsed="0" w:qFormat="1"/>
    <w:lsdException w:name="Strong" w:semiHidden="0" w:uiPriority="1"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semiHidden="0" w:uiPriority="39" w:unhideWhenUsed="0" w:qFormat="1"/>
  </w:latentStyles>
  <w:style w:type="paragraph" w:default="1" w:styleId="Normal">
    <w:name w:val="Normal"/>
    <w:qFormat/>
    <w:rsid w:val="003C0B0F"/>
    <w:pPr>
      <w:spacing w:before="160" w:after="160"/>
    </w:pPr>
    <w:rPr>
      <w:lang w:val="es-ES"/>
    </w:rPr>
  </w:style>
  <w:style w:type="paragraph" w:styleId="Ttulo1">
    <w:name w:val="heading 1"/>
    <w:basedOn w:val="Normal"/>
    <w:next w:val="Normal"/>
    <w:link w:val="Ttulo1Car"/>
    <w:uiPriority w:val="9"/>
    <w:qFormat/>
    <w:rsid w:val="003C0B0F"/>
    <w:pPr>
      <w:spacing w:after="0" w:line="240" w:lineRule="auto"/>
      <w:outlineLvl w:val="0"/>
    </w:pPr>
    <w:rPr>
      <w:rFonts w:asciiTheme="majorHAnsi" w:hAnsiTheme="majorHAnsi"/>
      <w:color w:val="F72B1E" w:themeColor="accent1"/>
      <w:sz w:val="48"/>
      <w:szCs w:val="48"/>
    </w:rPr>
  </w:style>
  <w:style w:type="paragraph" w:styleId="Ttulo2">
    <w:name w:val="heading 2"/>
    <w:basedOn w:val="Normal"/>
    <w:next w:val="Normal"/>
    <w:link w:val="Ttulo2Car"/>
    <w:uiPriority w:val="9"/>
    <w:unhideWhenUsed/>
    <w:qFormat/>
    <w:rsid w:val="003C0B0F"/>
    <w:pPr>
      <w:pBdr>
        <w:top w:val="dashSmallGap" w:sz="4" w:space="4" w:color="BFBFBF" w:themeColor="background1" w:themeShade="BF"/>
        <w:bottom w:val="dashSmallGap" w:sz="4" w:space="4" w:color="BFBFBF" w:themeColor="background1" w:themeShade="BF"/>
      </w:pBdr>
      <w:spacing w:before="0" w:after="0" w:line="240" w:lineRule="auto"/>
      <w:outlineLvl w:val="1"/>
    </w:pPr>
    <w:rPr>
      <w:rFonts w:asciiTheme="majorHAnsi" w:hAnsiTheme="majorHAnsi"/>
      <w:color w:val="F72B1E" w:themeColor="accent1"/>
      <w:sz w:val="28"/>
      <w:szCs w:val="28"/>
    </w:rPr>
  </w:style>
  <w:style w:type="paragraph" w:styleId="Ttulo3">
    <w:name w:val="heading 3"/>
    <w:basedOn w:val="Normal"/>
    <w:next w:val="Normal"/>
    <w:link w:val="Ttulo3Car"/>
    <w:uiPriority w:val="9"/>
    <w:unhideWhenUsed/>
    <w:qFormat/>
    <w:rsid w:val="003C0B0F"/>
    <w:pPr>
      <w:spacing w:after="0" w:line="240" w:lineRule="auto"/>
      <w:outlineLvl w:val="2"/>
    </w:pPr>
    <w:rPr>
      <w:rFonts w:asciiTheme="majorHAnsi" w:hAnsiTheme="majorHAnsi"/>
      <w:sz w:val="24"/>
      <w:szCs w:val="24"/>
    </w:rPr>
  </w:style>
  <w:style w:type="paragraph" w:styleId="Ttulo4">
    <w:name w:val="heading 4"/>
    <w:basedOn w:val="Normal"/>
    <w:next w:val="Normal"/>
    <w:link w:val="Ttulo4Car"/>
    <w:uiPriority w:val="9"/>
    <w:unhideWhenUsed/>
    <w:qFormat/>
    <w:rsid w:val="003C0B0F"/>
    <w:pPr>
      <w:spacing w:before="120" w:after="120" w:line="240" w:lineRule="auto"/>
      <w:ind w:left="288"/>
      <w:outlineLvl w:val="3"/>
    </w:pPr>
    <w:rPr>
      <w:rFonts w:asciiTheme="majorHAnsi" w:hAnsiTheme="majorHAnsi"/>
      <w:caps/>
      <w:color w:val="FFFFFF" w:themeColor="background1"/>
      <w:sz w:val="24"/>
      <w:szCs w:val="24"/>
    </w:rPr>
  </w:style>
  <w:style w:type="paragraph" w:styleId="Ttulo5">
    <w:name w:val="heading 5"/>
    <w:basedOn w:val="Normal"/>
    <w:next w:val="Normal"/>
    <w:link w:val="Ttulo5Car"/>
    <w:uiPriority w:val="9"/>
    <w:unhideWhenUsed/>
    <w:qFormat/>
    <w:rsid w:val="003C0B0F"/>
    <w:pPr>
      <w:spacing w:before="60" w:after="60" w:line="240" w:lineRule="auto"/>
      <w:outlineLvl w:val="4"/>
    </w:pPr>
    <w:rPr>
      <w:rFonts w:asciiTheme="majorHAnsi" w:hAnsiTheme="majorHAnsi"/>
      <w:caps/>
      <w:color w:val="F72B1E" w:themeColor="accent1"/>
    </w:rPr>
  </w:style>
  <w:style w:type="paragraph" w:styleId="Ttulo6">
    <w:name w:val="heading 6"/>
    <w:basedOn w:val="Normal"/>
    <w:next w:val="Normal"/>
    <w:link w:val="Ttulo6Car"/>
    <w:uiPriority w:val="9"/>
    <w:unhideWhenUsed/>
    <w:qFormat/>
    <w:rsid w:val="003C0B0F"/>
    <w:pPr>
      <w:spacing w:after="0" w:line="240" w:lineRule="auto"/>
      <w:ind w:left="360"/>
      <w:outlineLvl w:val="5"/>
    </w:pPr>
    <w:rPr>
      <w:caps/>
      <w:color w:val="F72B1E"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C0B0F"/>
    <w:rPr>
      <w:rFonts w:ascii="Tahoma" w:hAnsi="Tahoma" w:cs="Tahoma"/>
      <w:sz w:val="16"/>
      <w:szCs w:val="16"/>
    </w:rPr>
  </w:style>
  <w:style w:type="character" w:customStyle="1" w:styleId="TextodegloboCar">
    <w:name w:val="Texto de globo Car"/>
    <w:basedOn w:val="Fuentedeprrafopredeter"/>
    <w:link w:val="Textodeglobo"/>
    <w:uiPriority w:val="99"/>
    <w:semiHidden/>
    <w:rsid w:val="003C0B0F"/>
    <w:rPr>
      <w:rFonts w:ascii="Tahoma" w:hAnsi="Tahoma" w:cs="Tahoma"/>
      <w:color w:val="000000" w:themeColor="text1"/>
      <w:sz w:val="16"/>
      <w:szCs w:val="16"/>
    </w:rPr>
  </w:style>
  <w:style w:type="paragraph" w:customStyle="1" w:styleId="Normal-SpaceAfter">
    <w:name w:val="Normal - Space After"/>
    <w:basedOn w:val="Normal"/>
    <w:qFormat/>
    <w:rsid w:val="003C0B0F"/>
    <w:pPr>
      <w:spacing w:after="1200"/>
    </w:pPr>
    <w:rPr>
      <w:noProof/>
    </w:rPr>
  </w:style>
  <w:style w:type="paragraph" w:customStyle="1" w:styleId="CoverLogo">
    <w:name w:val="Cover Logo"/>
    <w:basedOn w:val="Normal"/>
    <w:qFormat/>
    <w:rsid w:val="003C0B0F"/>
    <w:pPr>
      <w:pBdr>
        <w:bottom w:val="dashSmallGap" w:sz="4" w:space="15" w:color="BFBFBF" w:themeColor="background1" w:themeShade="BF"/>
      </w:pBdr>
      <w:spacing w:before="2000" w:after="1000" w:line="240" w:lineRule="auto"/>
      <w:ind w:left="864" w:right="864"/>
      <w:jc w:val="center"/>
    </w:pPr>
  </w:style>
  <w:style w:type="paragraph" w:styleId="Ttulo">
    <w:name w:val="Title"/>
    <w:basedOn w:val="Normal"/>
    <w:next w:val="Normal"/>
    <w:link w:val="TtuloCar"/>
    <w:qFormat/>
    <w:rsid w:val="003C0B0F"/>
    <w:pPr>
      <w:spacing w:before="1000" w:after="0" w:line="240" w:lineRule="auto"/>
      <w:jc w:val="center"/>
    </w:pPr>
    <w:rPr>
      <w:rFonts w:asciiTheme="majorHAnsi" w:hAnsiTheme="majorHAnsi"/>
      <w:color w:val="F72B1E" w:themeColor="accent1"/>
      <w:sz w:val="48"/>
      <w:szCs w:val="48"/>
    </w:rPr>
  </w:style>
  <w:style w:type="character" w:customStyle="1" w:styleId="TtuloCar">
    <w:name w:val="Título Car"/>
    <w:basedOn w:val="Fuentedeprrafopredeter"/>
    <w:link w:val="Ttulo"/>
    <w:rsid w:val="003C0B0F"/>
    <w:rPr>
      <w:rFonts w:asciiTheme="majorHAnsi" w:hAnsiTheme="majorHAnsi"/>
      <w:color w:val="F72B1E" w:themeColor="accent1"/>
      <w:sz w:val="48"/>
      <w:szCs w:val="48"/>
    </w:rPr>
  </w:style>
  <w:style w:type="paragraph" w:styleId="Subttulo">
    <w:name w:val="Subtitle"/>
    <w:basedOn w:val="Normal"/>
    <w:next w:val="Normal"/>
    <w:link w:val="SubttuloCar"/>
    <w:qFormat/>
    <w:rsid w:val="003C0B0F"/>
    <w:pPr>
      <w:pBdr>
        <w:bottom w:val="dashSmallGap" w:sz="4" w:space="31" w:color="BFBFBF" w:themeColor="background1" w:themeShade="BF"/>
      </w:pBdr>
      <w:spacing w:after="360" w:line="240" w:lineRule="auto"/>
      <w:ind w:left="864" w:right="864"/>
      <w:jc w:val="center"/>
    </w:pPr>
    <w:rPr>
      <w:sz w:val="24"/>
      <w:szCs w:val="24"/>
    </w:rPr>
  </w:style>
  <w:style w:type="character" w:customStyle="1" w:styleId="SubttuloCar">
    <w:name w:val="Subtítulo Car"/>
    <w:basedOn w:val="Fuentedeprrafopredeter"/>
    <w:link w:val="Subttulo"/>
    <w:rsid w:val="003C0B0F"/>
    <w:rPr>
      <w:sz w:val="24"/>
      <w:szCs w:val="24"/>
    </w:rPr>
  </w:style>
  <w:style w:type="paragraph" w:customStyle="1" w:styleId="CompanyInfo">
    <w:name w:val="Company Info"/>
    <w:basedOn w:val="Normal"/>
    <w:qFormat/>
    <w:rsid w:val="003C0B0F"/>
    <w:pPr>
      <w:spacing w:before="300" w:after="0" w:line="360" w:lineRule="auto"/>
      <w:contextualSpacing/>
      <w:jc w:val="center"/>
    </w:pPr>
    <w:rPr>
      <w:color w:val="7F7F7F" w:themeColor="text1" w:themeTint="80"/>
      <w:szCs w:val="18"/>
    </w:rPr>
  </w:style>
  <w:style w:type="character" w:styleId="Textoennegrita">
    <w:name w:val="Strong"/>
    <w:basedOn w:val="Fuentedeprrafopredeter"/>
    <w:uiPriority w:val="1"/>
    <w:qFormat/>
    <w:rsid w:val="003C0B0F"/>
    <w:rPr>
      <w:b/>
      <w:bCs/>
      <w:color w:val="595959" w:themeColor="text1" w:themeTint="A6"/>
    </w:rPr>
  </w:style>
  <w:style w:type="table" w:styleId="Tablaconcuadrcula">
    <w:name w:val="Table Grid"/>
    <w:basedOn w:val="Tablanormal"/>
    <w:uiPriority w:val="59"/>
    <w:rsid w:val="003C0B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3C0B0F"/>
    <w:pPr>
      <w:tabs>
        <w:tab w:val="center" w:pos="4680"/>
        <w:tab w:val="right" w:pos="9360"/>
      </w:tabs>
    </w:pPr>
  </w:style>
  <w:style w:type="character" w:customStyle="1" w:styleId="EncabezadoCar">
    <w:name w:val="Encabezado Car"/>
    <w:basedOn w:val="Fuentedeprrafopredeter"/>
    <w:link w:val="Encabezado"/>
    <w:uiPriority w:val="99"/>
    <w:rsid w:val="003C0B0F"/>
    <w:rPr>
      <w:color w:val="595959" w:themeColor="text1" w:themeTint="A6"/>
      <w:sz w:val="18"/>
    </w:rPr>
  </w:style>
  <w:style w:type="paragraph" w:styleId="Piedepgina">
    <w:name w:val="footer"/>
    <w:basedOn w:val="Normal"/>
    <w:link w:val="PiedepginaCar"/>
    <w:uiPriority w:val="99"/>
    <w:unhideWhenUsed/>
    <w:rsid w:val="003C0B0F"/>
    <w:pPr>
      <w:spacing w:before="0" w:after="60" w:line="240" w:lineRule="auto"/>
    </w:pPr>
    <w:rPr>
      <w:i/>
      <w:color w:val="A6A6A6" w:themeColor="background1" w:themeShade="A6"/>
      <w:sz w:val="16"/>
      <w:szCs w:val="16"/>
    </w:rPr>
  </w:style>
  <w:style w:type="character" w:customStyle="1" w:styleId="PiedepginaCar">
    <w:name w:val="Pie de página Car"/>
    <w:basedOn w:val="Fuentedeprrafopredeter"/>
    <w:link w:val="Piedepgina"/>
    <w:uiPriority w:val="99"/>
    <w:rsid w:val="003C0B0F"/>
    <w:rPr>
      <w:i/>
      <w:color w:val="A6A6A6" w:themeColor="background1" w:themeShade="A6"/>
      <w:sz w:val="16"/>
      <w:szCs w:val="16"/>
    </w:rPr>
  </w:style>
  <w:style w:type="character" w:styleId="Nmerodepgina">
    <w:name w:val="page number"/>
    <w:basedOn w:val="Fuentedeprrafopredeter"/>
    <w:uiPriority w:val="1"/>
    <w:qFormat/>
    <w:rsid w:val="003C0B0F"/>
    <w:rPr>
      <w:rFonts w:asciiTheme="majorHAnsi" w:hAnsiTheme="majorHAnsi"/>
      <w:color w:val="F72B1E" w:themeColor="accent1"/>
      <w:sz w:val="20"/>
    </w:rPr>
  </w:style>
  <w:style w:type="character" w:customStyle="1" w:styleId="Ttulo1Car">
    <w:name w:val="Título 1 Car"/>
    <w:basedOn w:val="Fuentedeprrafopredeter"/>
    <w:link w:val="Ttulo1"/>
    <w:uiPriority w:val="9"/>
    <w:rsid w:val="003C0B0F"/>
    <w:rPr>
      <w:rFonts w:asciiTheme="majorHAnsi" w:hAnsiTheme="majorHAnsi"/>
      <w:color w:val="F72B1E" w:themeColor="accent1"/>
      <w:sz w:val="48"/>
      <w:szCs w:val="48"/>
    </w:rPr>
  </w:style>
  <w:style w:type="paragraph" w:styleId="Sinespaciado">
    <w:name w:val="No Spacing"/>
    <w:uiPriority w:val="1"/>
    <w:qFormat/>
    <w:rsid w:val="003C0B0F"/>
    <w:pPr>
      <w:spacing w:after="0" w:line="240" w:lineRule="auto"/>
    </w:pPr>
    <w:rPr>
      <w:color w:val="595959" w:themeColor="text1" w:themeTint="A6"/>
      <w:sz w:val="18"/>
    </w:rPr>
  </w:style>
  <w:style w:type="character" w:customStyle="1" w:styleId="Ttulo2Car">
    <w:name w:val="Título 2 Car"/>
    <w:basedOn w:val="Fuentedeprrafopredeter"/>
    <w:link w:val="Ttulo2"/>
    <w:uiPriority w:val="9"/>
    <w:rsid w:val="003C0B0F"/>
    <w:rPr>
      <w:rFonts w:asciiTheme="majorHAnsi" w:hAnsiTheme="majorHAnsi"/>
      <w:color w:val="F72B1E" w:themeColor="accent1"/>
      <w:sz w:val="28"/>
      <w:szCs w:val="28"/>
    </w:rPr>
  </w:style>
  <w:style w:type="character" w:customStyle="1" w:styleId="Ttulo5Car">
    <w:name w:val="Título 5 Car"/>
    <w:basedOn w:val="Fuentedeprrafopredeter"/>
    <w:link w:val="Ttulo5"/>
    <w:uiPriority w:val="9"/>
    <w:rsid w:val="003C0B0F"/>
    <w:rPr>
      <w:rFonts w:asciiTheme="majorHAnsi" w:hAnsiTheme="majorHAnsi"/>
      <w:caps/>
      <w:color w:val="F72B1E" w:themeColor="accent1"/>
    </w:rPr>
  </w:style>
  <w:style w:type="paragraph" w:customStyle="1" w:styleId="SidebarText">
    <w:name w:val="Sidebar Text"/>
    <w:basedOn w:val="Normal"/>
    <w:qFormat/>
    <w:rsid w:val="003C0B0F"/>
    <w:pPr>
      <w:spacing w:before="40" w:after="120" w:line="240" w:lineRule="auto"/>
      <w:ind w:left="360"/>
    </w:pPr>
    <w:rPr>
      <w:color w:val="404040" w:themeColor="text1" w:themeTint="BF"/>
      <w:sz w:val="16"/>
      <w:szCs w:val="16"/>
    </w:rPr>
  </w:style>
  <w:style w:type="paragraph" w:styleId="Listaconvietas">
    <w:name w:val="List Bullet"/>
    <w:basedOn w:val="Normal"/>
    <w:qFormat/>
    <w:rsid w:val="003C0B0F"/>
    <w:pPr>
      <w:numPr>
        <w:numId w:val="2"/>
      </w:numPr>
      <w:spacing w:before="100" w:after="0" w:line="240" w:lineRule="auto"/>
      <w:ind w:left="360" w:hanging="288"/>
    </w:pPr>
    <w:rPr>
      <w:caps/>
    </w:rPr>
  </w:style>
  <w:style w:type="paragraph" w:customStyle="1" w:styleId="ListBulletNegative">
    <w:name w:val="List Bullet Negative"/>
    <w:basedOn w:val="Normal"/>
    <w:qFormat/>
    <w:rsid w:val="003C0B0F"/>
    <w:pPr>
      <w:numPr>
        <w:numId w:val="5"/>
      </w:numPr>
      <w:spacing w:before="100" w:after="0" w:line="240" w:lineRule="auto"/>
      <w:ind w:left="360" w:hanging="288"/>
    </w:pPr>
    <w:rPr>
      <w:caps/>
    </w:rPr>
  </w:style>
  <w:style w:type="character" w:customStyle="1" w:styleId="Ttulo3Car">
    <w:name w:val="Título 3 Car"/>
    <w:basedOn w:val="Fuentedeprrafopredeter"/>
    <w:link w:val="Ttulo3"/>
    <w:uiPriority w:val="9"/>
    <w:rsid w:val="003C0B0F"/>
    <w:rPr>
      <w:rFonts w:asciiTheme="majorHAnsi" w:hAnsiTheme="majorHAnsi"/>
      <w:color w:val="595959" w:themeColor="text1" w:themeTint="A6"/>
      <w:sz w:val="24"/>
      <w:szCs w:val="24"/>
    </w:rPr>
  </w:style>
  <w:style w:type="paragraph" w:styleId="Listaconvietas2">
    <w:name w:val="List Bullet 2"/>
    <w:basedOn w:val="Normal"/>
    <w:uiPriority w:val="99"/>
    <w:semiHidden/>
    <w:rsid w:val="003C0B0F"/>
    <w:pPr>
      <w:numPr>
        <w:numId w:val="4"/>
      </w:numPr>
      <w:spacing w:after="0" w:line="240" w:lineRule="auto"/>
      <w:contextualSpacing/>
    </w:pPr>
  </w:style>
  <w:style w:type="character" w:customStyle="1" w:styleId="Ttulo6Car">
    <w:name w:val="Título 6 Car"/>
    <w:basedOn w:val="Fuentedeprrafopredeter"/>
    <w:link w:val="Ttulo6"/>
    <w:uiPriority w:val="9"/>
    <w:rsid w:val="003C0B0F"/>
    <w:rPr>
      <w:caps/>
      <w:color w:val="F72B1E" w:themeColor="accent1"/>
    </w:rPr>
  </w:style>
  <w:style w:type="paragraph" w:customStyle="1" w:styleId="TableText">
    <w:name w:val="Table Text"/>
    <w:basedOn w:val="Normal"/>
    <w:qFormat/>
    <w:rsid w:val="003C0B0F"/>
    <w:pPr>
      <w:spacing w:before="40" w:after="40" w:line="240" w:lineRule="auto"/>
    </w:pPr>
    <w:rPr>
      <w:color w:val="7F7F7F" w:themeColor="text1" w:themeTint="80"/>
      <w:sz w:val="16"/>
      <w:szCs w:val="16"/>
    </w:rPr>
  </w:style>
  <w:style w:type="paragraph" w:customStyle="1" w:styleId="TableRowHeading">
    <w:name w:val="Table Row Heading"/>
    <w:basedOn w:val="Normal"/>
    <w:qFormat/>
    <w:rsid w:val="003C0B0F"/>
    <w:pPr>
      <w:spacing w:before="40" w:after="40" w:line="240" w:lineRule="auto"/>
    </w:pPr>
    <w:rPr>
      <w:rFonts w:asciiTheme="majorHAnsi" w:hAnsiTheme="majorHAnsi"/>
      <w:caps/>
      <w:color w:val="7F7F7F" w:themeColor="text1" w:themeTint="80"/>
      <w:sz w:val="16"/>
      <w:szCs w:val="16"/>
    </w:rPr>
  </w:style>
  <w:style w:type="character" w:styleId="Hipervnculo">
    <w:name w:val="Hyperlink"/>
    <w:basedOn w:val="Fuentedeprrafopredeter"/>
    <w:uiPriority w:val="99"/>
    <w:unhideWhenUsed/>
    <w:rsid w:val="003C0B0F"/>
    <w:rPr>
      <w:color w:val="C00000" w:themeColor="hyperlink"/>
      <w:u w:val="single"/>
    </w:rPr>
  </w:style>
  <w:style w:type="paragraph" w:styleId="TDC1">
    <w:name w:val="toc 1"/>
    <w:basedOn w:val="Normal"/>
    <w:next w:val="Normal"/>
    <w:autoRedefine/>
    <w:uiPriority w:val="39"/>
    <w:unhideWhenUsed/>
    <w:qFormat/>
    <w:rsid w:val="003C0B0F"/>
    <w:pPr>
      <w:pBdr>
        <w:bottom w:val="single" w:sz="4" w:space="1" w:color="BFBFBF" w:themeColor="background1" w:themeShade="BF"/>
      </w:pBdr>
      <w:tabs>
        <w:tab w:val="right" w:pos="9778"/>
      </w:tabs>
      <w:spacing w:before="400" w:after="0" w:line="240" w:lineRule="auto"/>
      <w:ind w:right="288"/>
    </w:pPr>
    <w:rPr>
      <w:rFonts w:asciiTheme="majorHAnsi" w:hAnsiTheme="majorHAnsi"/>
      <w:color w:val="F72B1E" w:themeColor="accent1"/>
      <w:sz w:val="24"/>
    </w:rPr>
  </w:style>
  <w:style w:type="paragraph" w:styleId="TDC2">
    <w:name w:val="toc 2"/>
    <w:basedOn w:val="Normal"/>
    <w:next w:val="Normal"/>
    <w:autoRedefine/>
    <w:uiPriority w:val="39"/>
    <w:unhideWhenUsed/>
    <w:qFormat/>
    <w:rsid w:val="003C0B0F"/>
    <w:pPr>
      <w:tabs>
        <w:tab w:val="right" w:pos="9778"/>
      </w:tabs>
      <w:spacing w:before="200" w:after="0" w:line="240" w:lineRule="auto"/>
      <w:ind w:left="187" w:right="288"/>
    </w:pPr>
    <w:rPr>
      <w:noProof/>
    </w:rPr>
  </w:style>
  <w:style w:type="paragraph" w:styleId="TDC3">
    <w:name w:val="toc 3"/>
    <w:basedOn w:val="Normal"/>
    <w:next w:val="Normal"/>
    <w:autoRedefine/>
    <w:uiPriority w:val="39"/>
    <w:unhideWhenUsed/>
    <w:qFormat/>
    <w:rsid w:val="003C0B0F"/>
    <w:pPr>
      <w:tabs>
        <w:tab w:val="right" w:pos="9778"/>
      </w:tabs>
      <w:spacing w:before="120" w:after="0" w:line="240" w:lineRule="auto"/>
      <w:ind w:left="360" w:right="288"/>
    </w:pPr>
  </w:style>
  <w:style w:type="paragraph" w:customStyle="1" w:styleId="ReportName">
    <w:name w:val="Report Name"/>
    <w:basedOn w:val="Normal"/>
    <w:qFormat/>
    <w:rsid w:val="003C0B0F"/>
    <w:pPr>
      <w:spacing w:before="0" w:after="40" w:line="240" w:lineRule="auto"/>
      <w:jc w:val="right"/>
    </w:pPr>
    <w:rPr>
      <w:rFonts w:asciiTheme="majorHAnsi" w:hAnsiTheme="majorHAnsi"/>
      <w:color w:val="404040" w:themeColor="text1" w:themeTint="BF"/>
    </w:rPr>
  </w:style>
  <w:style w:type="character" w:styleId="Textodelmarcadordeposicin">
    <w:name w:val="Placeholder Text"/>
    <w:basedOn w:val="Fuentedeprrafopredeter"/>
    <w:uiPriority w:val="99"/>
    <w:semiHidden/>
    <w:rsid w:val="003C0B0F"/>
    <w:rPr>
      <w:color w:val="808080"/>
    </w:rPr>
  </w:style>
  <w:style w:type="paragraph" w:styleId="TtulodeTDC">
    <w:name w:val="TOC Heading"/>
    <w:basedOn w:val="Normal"/>
    <w:next w:val="Normal"/>
    <w:uiPriority w:val="39"/>
    <w:qFormat/>
    <w:rsid w:val="003C0B0F"/>
    <w:pPr>
      <w:pBdr>
        <w:top w:val="dashSmallGap" w:sz="4" w:space="4" w:color="BFBFBF" w:themeColor="background1" w:themeShade="BF"/>
        <w:bottom w:val="dashSmallGap" w:sz="4" w:space="4" w:color="BFBFBF" w:themeColor="background1" w:themeShade="BF"/>
      </w:pBdr>
      <w:spacing w:before="80" w:after="80" w:line="240" w:lineRule="auto"/>
    </w:pPr>
    <w:rPr>
      <w:rFonts w:asciiTheme="majorHAnsi" w:hAnsiTheme="majorHAnsi"/>
      <w:caps/>
      <w:color w:val="F72B1E" w:themeColor="accent1"/>
      <w:sz w:val="28"/>
      <w:szCs w:val="28"/>
    </w:rPr>
  </w:style>
  <w:style w:type="character" w:customStyle="1" w:styleId="Ttulo4Car">
    <w:name w:val="Título 4 Car"/>
    <w:basedOn w:val="Fuentedeprrafopredeter"/>
    <w:link w:val="Ttulo4"/>
    <w:uiPriority w:val="9"/>
    <w:rsid w:val="003C0B0F"/>
    <w:rPr>
      <w:rFonts w:asciiTheme="majorHAnsi" w:hAnsiTheme="majorHAnsi"/>
      <w:caps/>
      <w:color w:val="FFFFFF" w:themeColor="background1"/>
      <w:sz w:val="24"/>
      <w:szCs w:val="24"/>
    </w:rPr>
  </w:style>
  <w:style w:type="paragraph" w:customStyle="1" w:styleId="TableText-Center">
    <w:name w:val="Table Text - Center"/>
    <w:basedOn w:val="TableText"/>
    <w:qFormat/>
    <w:rsid w:val="003C0B0F"/>
    <w:pPr>
      <w:jc w:val="center"/>
    </w:pPr>
  </w:style>
  <w:style w:type="table" w:customStyle="1" w:styleId="WB2">
    <w:name w:val="WB2"/>
    <w:basedOn w:val="Tablanormal"/>
    <w:uiPriority w:val="99"/>
    <w:rsid w:val="003C0B0F"/>
    <w:pPr>
      <w:spacing w:after="0" w:line="240" w:lineRule="auto"/>
    </w:pPr>
    <w:tblPr>
      <w:tblStyleRowBandSize w:val="1"/>
      <w:tblInd w:w="0" w:type="dxa"/>
      <w:tblBorders>
        <w:top w:val="single" w:sz="4" w:space="0" w:color="BFBFBF" w:themeColor="background1" w:themeShade="BF"/>
        <w:insideH w:val="single" w:sz="4" w:space="0" w:color="BFBFBF" w:themeColor="background1" w:themeShade="BF"/>
      </w:tblBorders>
      <w:tblCellMar>
        <w:top w:w="0" w:type="dxa"/>
        <w:left w:w="108" w:type="dxa"/>
        <w:bottom w:w="0" w:type="dxa"/>
        <w:right w:w="108" w:type="dxa"/>
      </w:tblCellMar>
    </w:tblPr>
    <w:tblStylePr w:type="lastRow">
      <w:tblPr/>
      <w:tcPr>
        <w:tcBorders>
          <w:bottom w:val="nil"/>
        </w:tcBorders>
      </w:tcPr>
    </w:tblStylePr>
    <w:tblStylePr w:type="band2Horz">
      <w:tblPr/>
      <w:tcPr>
        <w:shd w:val="clear" w:color="auto" w:fill="F2F2F2" w:themeFill="background1" w:themeFillShade="F2"/>
      </w:tcPr>
    </w:tblStylePr>
  </w:style>
  <w:style w:type="table" w:customStyle="1" w:styleId="WB1">
    <w:name w:val="WB1"/>
    <w:basedOn w:val="Tablanormal"/>
    <w:uiPriority w:val="99"/>
    <w:rsid w:val="003C0B0F"/>
    <w:pPr>
      <w:spacing w:after="0" w:line="240" w:lineRule="auto"/>
    </w:pPr>
    <w:tblPr>
      <w:tblInd w:w="0" w:type="dxa"/>
      <w:tblBorders>
        <w:top w:val="single" w:sz="4" w:space="0" w:color="BFBFBF" w:themeColor="background1" w:themeShade="BF"/>
        <w:insideH w:val="single" w:sz="4" w:space="0" w:color="BFBFBF" w:themeColor="background1" w:themeShade="BF"/>
      </w:tblBorders>
      <w:tblCellMar>
        <w:top w:w="0" w:type="dxa"/>
        <w:left w:w="0" w:type="dxa"/>
        <w:bottom w:w="0" w:type="dxa"/>
        <w:right w:w="0" w:type="dxa"/>
      </w:tblCellMar>
    </w:tblPr>
    <w:tcPr>
      <w:vAlign w:val="center"/>
    </w:tcPr>
  </w:style>
  <w:style w:type="paragraph" w:customStyle="1" w:styleId="Notice">
    <w:name w:val="Notice"/>
    <w:basedOn w:val="Normal"/>
    <w:qFormat/>
    <w:rsid w:val="003C0B0F"/>
    <w:pPr>
      <w:spacing w:before="360"/>
    </w:pPr>
    <w:rPr>
      <w:i/>
      <w:color w:val="808080" w:themeColor="background1" w:themeShade="80"/>
      <w:sz w:val="16"/>
      <w:szCs w:val="16"/>
    </w:rPr>
  </w:style>
  <w:style w:type="paragraph" w:styleId="Prrafodelista">
    <w:name w:val="List Paragraph"/>
    <w:basedOn w:val="Normal"/>
    <w:uiPriority w:val="34"/>
    <w:semiHidden/>
    <w:qFormat/>
    <w:rsid w:val="009459D9"/>
    <w:pPr>
      <w:ind w:left="720"/>
      <w:contextualSpacing/>
    </w:pPr>
  </w:style>
</w:styles>
</file>

<file path=word/webSettings.xml><?xml version="1.0" encoding="utf-8"?>
<w:webSettings xmlns:r="http://schemas.openxmlformats.org/officeDocument/2006/relationships" xmlns:w="http://schemas.openxmlformats.org/wordprocessingml/2006/main">
  <w:divs>
    <w:div w:id="139049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umanes\AppData\Local\Temp\tf0268039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stral">
    <w:panose1 w:val="03090702030407020403"/>
    <w:charset w:val="00"/>
    <w:family w:val="script"/>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BC355F"/>
    <w:rsid w:val="00BC355F"/>
    <w:rsid w:val="00D62AE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1"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AE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963A501E98548088619DFACDF2BFD85">
    <w:name w:val="3963A501E98548088619DFACDF2BFD85"/>
    <w:rsid w:val="00D62AEF"/>
  </w:style>
  <w:style w:type="paragraph" w:customStyle="1" w:styleId="7766F96807A6487A99DE1F0C84379CFC">
    <w:name w:val="7766F96807A6487A99DE1F0C84379CFC"/>
    <w:rsid w:val="00D62AEF"/>
  </w:style>
  <w:style w:type="character" w:styleId="Textodelmarcadordeposicin">
    <w:name w:val="Placeholder Text"/>
    <w:basedOn w:val="Fuentedeprrafopredeter"/>
    <w:uiPriority w:val="99"/>
    <w:semiHidden/>
    <w:rsid w:val="00D62AEF"/>
    <w:rPr>
      <w:color w:val="808080"/>
    </w:rPr>
  </w:style>
  <w:style w:type="paragraph" w:customStyle="1" w:styleId="6D00EBA755BE4EED963E4D5AB9E25738">
    <w:name w:val="6D00EBA755BE4EED963E4D5AB9E25738"/>
    <w:rsid w:val="00D62AEF"/>
  </w:style>
  <w:style w:type="paragraph" w:customStyle="1" w:styleId="E2B3B0F4A1614407ACAF7C6254C0E285">
    <w:name w:val="E2B3B0F4A1614407ACAF7C6254C0E285"/>
    <w:rsid w:val="00D62AEF"/>
  </w:style>
  <w:style w:type="paragraph" w:customStyle="1" w:styleId="F26732C1E82445CFB055A9B84B2EAFF7">
    <w:name w:val="F26732C1E82445CFB055A9B84B2EAFF7"/>
    <w:rsid w:val="00D62AEF"/>
  </w:style>
  <w:style w:type="paragraph" w:customStyle="1" w:styleId="7ED61CA422964B36BC611C439C816CF9">
    <w:name w:val="7ED61CA422964B36BC611C439C816CF9"/>
    <w:rsid w:val="00D62AEF"/>
  </w:style>
  <w:style w:type="paragraph" w:customStyle="1" w:styleId="69E3A37965E842A1A3B82904FFD0C0FE">
    <w:name w:val="69E3A37965E842A1A3B82904FFD0C0FE"/>
    <w:rsid w:val="00D62AEF"/>
  </w:style>
  <w:style w:type="paragraph" w:customStyle="1" w:styleId="E7CDBF0E75C546E8B41DF96B32990519">
    <w:name w:val="E7CDBF0E75C546E8B41DF96B32990519"/>
    <w:rsid w:val="00D62AEF"/>
  </w:style>
  <w:style w:type="paragraph" w:customStyle="1" w:styleId="BB95A32CBEF44727BAB5EDC15AE1AC2F">
    <w:name w:val="BB95A32CBEF44727BAB5EDC15AE1AC2F"/>
    <w:rsid w:val="00D62AEF"/>
  </w:style>
  <w:style w:type="character" w:styleId="Textoennegrita">
    <w:name w:val="Strong"/>
    <w:basedOn w:val="Fuentedeprrafopredeter"/>
    <w:uiPriority w:val="1"/>
    <w:qFormat/>
    <w:rsid w:val="00D62AEF"/>
    <w:rPr>
      <w:b/>
      <w:bCs/>
      <w:color w:val="595959" w:themeColor="text1" w:themeTint="A6"/>
    </w:rPr>
  </w:style>
  <w:style w:type="paragraph" w:customStyle="1" w:styleId="354C0C886E394403B2ADDFB2DD84C5AB">
    <w:name w:val="354C0C886E394403B2ADDFB2DD84C5AB"/>
    <w:rsid w:val="00D62AEF"/>
  </w:style>
  <w:style w:type="paragraph" w:customStyle="1" w:styleId="84ECD87B5E7F47BA846318A0DB152A9F">
    <w:name w:val="84ECD87B5E7F47BA846318A0DB152A9F"/>
    <w:rsid w:val="00D62AEF"/>
  </w:style>
  <w:style w:type="paragraph" w:customStyle="1" w:styleId="2C5E2CCD55B048A4BD14454787459663">
    <w:name w:val="2C5E2CCD55B048A4BD14454787459663"/>
    <w:rsid w:val="00D62AEF"/>
  </w:style>
  <w:style w:type="paragraph" w:customStyle="1" w:styleId="B7CD3FAEEC0B466D889CC083BBC8EA21">
    <w:name w:val="B7CD3FAEEC0B466D889CC083BBC8EA21"/>
    <w:rsid w:val="00D62AEF"/>
  </w:style>
  <w:style w:type="paragraph" w:customStyle="1" w:styleId="8A2822825CED42D1A1239C16A5E4D860">
    <w:name w:val="8A2822825CED42D1A1239C16A5E4D860"/>
    <w:rsid w:val="00D62AEF"/>
  </w:style>
  <w:style w:type="paragraph" w:customStyle="1" w:styleId="FD713F9A905D415CB60DF90877784864">
    <w:name w:val="FD713F9A905D415CB60DF90877784864"/>
    <w:rsid w:val="00D62AEF"/>
  </w:style>
  <w:style w:type="paragraph" w:customStyle="1" w:styleId="A39F3209064F47BBB6BFD2935EC6640C">
    <w:name w:val="A39F3209064F47BBB6BFD2935EC6640C"/>
    <w:rsid w:val="00D62AEF"/>
  </w:style>
  <w:style w:type="paragraph" w:customStyle="1" w:styleId="AEEFDD405C8F480B85EBF06C88E681C9">
    <w:name w:val="AEEFDD405C8F480B85EBF06C88E681C9"/>
    <w:rsid w:val="00D62AEF"/>
  </w:style>
  <w:style w:type="paragraph" w:customStyle="1" w:styleId="6766E2E85A484E5A90DB3D459E6FD2FD">
    <w:name w:val="6766E2E85A484E5A90DB3D459E6FD2FD"/>
    <w:rsid w:val="00D62AEF"/>
  </w:style>
  <w:style w:type="paragraph" w:customStyle="1" w:styleId="5D858862BE3D483496734E922F17EEFE">
    <w:name w:val="5D858862BE3D483496734E922F17EEFE"/>
    <w:rsid w:val="00D62AEF"/>
  </w:style>
  <w:style w:type="paragraph" w:customStyle="1" w:styleId="D8321A1752174B818C74A11D7AD7296C">
    <w:name w:val="D8321A1752174B818C74A11D7AD7296C"/>
    <w:rsid w:val="00D62AEF"/>
  </w:style>
  <w:style w:type="paragraph" w:customStyle="1" w:styleId="B34978BEDCF14554BB34BEC307CFB302">
    <w:name w:val="B34978BEDCF14554BB34BEC307CFB302"/>
    <w:rsid w:val="00D62AEF"/>
  </w:style>
  <w:style w:type="paragraph" w:customStyle="1" w:styleId="4B411556D6EB48A79E922E44B3253E1D">
    <w:name w:val="4B411556D6EB48A79E922E44B3253E1D"/>
    <w:rsid w:val="00D62AEF"/>
  </w:style>
  <w:style w:type="paragraph" w:customStyle="1" w:styleId="12D4951F5FFA4F0795AF52136CAAAA42">
    <w:name w:val="12D4951F5FFA4F0795AF52136CAAAA42"/>
    <w:rsid w:val="00D62AEF"/>
  </w:style>
  <w:style w:type="paragraph" w:customStyle="1" w:styleId="4D0B1B0F473D45A283152479EC187C6D">
    <w:name w:val="4D0B1B0F473D45A283152479EC187C6D"/>
    <w:rsid w:val="00D62AEF"/>
  </w:style>
  <w:style w:type="paragraph" w:customStyle="1" w:styleId="876A9B3AA63344AB85F05C4140FCEC4B">
    <w:name w:val="876A9B3AA63344AB85F05C4140FCEC4B"/>
    <w:rsid w:val="00D62AEF"/>
  </w:style>
  <w:style w:type="paragraph" w:customStyle="1" w:styleId="47EA72FF8AA44E138C4BF42B4170D13B">
    <w:name w:val="47EA72FF8AA44E138C4BF42B4170D13B"/>
    <w:rsid w:val="00D62AEF"/>
  </w:style>
  <w:style w:type="paragraph" w:customStyle="1" w:styleId="4426152C2D914554943DAABE56E81C21">
    <w:name w:val="4426152C2D914554943DAABE56E81C21"/>
    <w:rsid w:val="00D62AEF"/>
  </w:style>
  <w:style w:type="paragraph" w:customStyle="1" w:styleId="EC62967544E1473E805861D00A1474F9">
    <w:name w:val="EC62967544E1473E805861D00A1474F9"/>
    <w:rsid w:val="00D62AEF"/>
  </w:style>
  <w:style w:type="paragraph" w:customStyle="1" w:styleId="EC833CF04EB645E1A89E6866A2AC26F5">
    <w:name w:val="EC833CF04EB645E1A89E6866A2AC26F5"/>
    <w:rsid w:val="00D62AEF"/>
  </w:style>
  <w:style w:type="paragraph" w:customStyle="1" w:styleId="CCFC182B2CA84E44BEC335CF72497937">
    <w:name w:val="CCFC182B2CA84E44BEC335CF72497937"/>
    <w:rsid w:val="00D62AEF"/>
  </w:style>
  <w:style w:type="paragraph" w:customStyle="1" w:styleId="49CDDB8CE1E344CC9BF9972AEA484C85">
    <w:name w:val="49CDDB8CE1E344CC9BF9972AEA484C85"/>
    <w:rsid w:val="00D62AEF"/>
  </w:style>
  <w:style w:type="paragraph" w:customStyle="1" w:styleId="1E9ED22DC7D94A16A6AF20D914E89891">
    <w:name w:val="1E9ED22DC7D94A16A6AF20D914E89891"/>
    <w:rsid w:val="00D62AEF"/>
  </w:style>
  <w:style w:type="paragraph" w:customStyle="1" w:styleId="EB501B2ADA4D45FDBF516830FF557EAD">
    <w:name w:val="EB501B2ADA4D45FDBF516830FF557EAD"/>
    <w:rsid w:val="00D62AEF"/>
  </w:style>
  <w:style w:type="paragraph" w:customStyle="1" w:styleId="A8974D5EEC264C4A8F8F12F10EFC6CEF">
    <w:name w:val="A8974D5EEC264C4A8F8F12F10EFC6CEF"/>
    <w:rsid w:val="00D62AEF"/>
  </w:style>
  <w:style w:type="paragraph" w:customStyle="1" w:styleId="192FB90881934E7184F7EEA83539C2A5">
    <w:name w:val="192FB90881934E7184F7EEA83539C2A5"/>
    <w:rsid w:val="00D62AEF"/>
  </w:style>
  <w:style w:type="paragraph" w:customStyle="1" w:styleId="F320EB9FC1F149B1B66689A4343EFA52">
    <w:name w:val="F320EB9FC1F149B1B66689A4343EFA52"/>
    <w:rsid w:val="00D62AEF"/>
  </w:style>
  <w:style w:type="paragraph" w:customStyle="1" w:styleId="85B67EA5824946C99ECD02CF8D9DC2A4">
    <w:name w:val="85B67EA5824946C99ECD02CF8D9DC2A4"/>
    <w:rsid w:val="00D62AEF"/>
  </w:style>
  <w:style w:type="paragraph" w:customStyle="1" w:styleId="893C3A70F6F647DCA1F36AD27DB467A6">
    <w:name w:val="893C3A70F6F647DCA1F36AD27DB467A6"/>
    <w:rsid w:val="00D62AEF"/>
  </w:style>
  <w:style w:type="paragraph" w:customStyle="1" w:styleId="E2A07D0933D649E69DF100EA02B48515">
    <w:name w:val="E2A07D0933D649E69DF100EA02B48515"/>
    <w:rsid w:val="00D62AEF"/>
  </w:style>
  <w:style w:type="paragraph" w:customStyle="1" w:styleId="0DFC0F7ACCF94EFBBE84EAF5DE214FC7">
    <w:name w:val="0DFC0F7ACCF94EFBBE84EAF5DE214FC7"/>
    <w:rsid w:val="00D62AEF"/>
  </w:style>
  <w:style w:type="paragraph" w:customStyle="1" w:styleId="21CB384552F842D99CBCA119E6FDA58B">
    <w:name w:val="21CB384552F842D99CBCA119E6FDA58B"/>
    <w:rsid w:val="00D62AEF"/>
  </w:style>
  <w:style w:type="paragraph" w:customStyle="1" w:styleId="E92AD0386F1F480C9A55EB2BB4248C23">
    <w:name w:val="E92AD0386F1F480C9A55EB2BB4248C23"/>
    <w:rsid w:val="00D62AEF"/>
  </w:style>
  <w:style w:type="paragraph" w:customStyle="1" w:styleId="C01A986DE26D4725A8DD4A789908DD95">
    <w:name w:val="C01A986DE26D4725A8DD4A789908DD95"/>
    <w:rsid w:val="00D62AEF"/>
  </w:style>
  <w:style w:type="paragraph" w:customStyle="1" w:styleId="4306002FC04C46F1ACA914BCA083292E">
    <w:name w:val="4306002FC04C46F1ACA914BCA083292E"/>
    <w:rsid w:val="00D62AEF"/>
  </w:style>
  <w:style w:type="paragraph" w:customStyle="1" w:styleId="8BF79B54DA444AC381AF0E14D4D6095E">
    <w:name w:val="8BF79B54DA444AC381AF0E14D4D6095E"/>
    <w:rsid w:val="00D62AEF"/>
  </w:style>
  <w:style w:type="paragraph" w:customStyle="1" w:styleId="2CDA692034A4471494A30BA3105818A7">
    <w:name w:val="2CDA692034A4471494A30BA3105818A7"/>
    <w:rsid w:val="00D62AEF"/>
  </w:style>
  <w:style w:type="paragraph" w:customStyle="1" w:styleId="48EE98A65DBE439184D09C9C8ABCED01">
    <w:name w:val="48EE98A65DBE439184D09C9C8ABCED01"/>
    <w:rsid w:val="00D62AEF"/>
  </w:style>
  <w:style w:type="paragraph" w:customStyle="1" w:styleId="E20B9A91FCC842B4A90EE0F2C56EB322">
    <w:name w:val="E20B9A91FCC842B4A90EE0F2C56EB322"/>
    <w:rsid w:val="00D62AEF"/>
  </w:style>
  <w:style w:type="paragraph" w:customStyle="1" w:styleId="5356B7A70AB641C1B1A3AB66739DECCA">
    <w:name w:val="5356B7A70AB641C1B1A3AB66739DECCA"/>
    <w:rsid w:val="00D62AEF"/>
  </w:style>
  <w:style w:type="paragraph" w:customStyle="1" w:styleId="D7EE92906B9F430B88DC37B9404C7A16">
    <w:name w:val="D7EE92906B9F430B88DC37B9404C7A16"/>
    <w:rsid w:val="00D62AEF"/>
  </w:style>
  <w:style w:type="paragraph" w:customStyle="1" w:styleId="0D8CCA9472CE4B5B89B5DA5C66D78146">
    <w:name w:val="0D8CCA9472CE4B5B89B5DA5C66D78146"/>
    <w:rsid w:val="00D62AEF"/>
  </w:style>
  <w:style w:type="paragraph" w:customStyle="1" w:styleId="0B2A7B923745496081FCFD9C8EDB6A00">
    <w:name w:val="0B2A7B923745496081FCFD9C8EDB6A00"/>
    <w:rsid w:val="00D62AEF"/>
  </w:style>
  <w:style w:type="paragraph" w:customStyle="1" w:styleId="2DC7C2CF89C347A29B08E5A4B2333313">
    <w:name w:val="2DC7C2CF89C347A29B08E5A4B2333313"/>
    <w:rsid w:val="00D62AEF"/>
  </w:style>
  <w:style w:type="paragraph" w:customStyle="1" w:styleId="B06CEFEEC8104A9A980420F0548F943A">
    <w:name w:val="B06CEFEEC8104A9A980420F0548F943A"/>
    <w:rsid w:val="00D62AEF"/>
  </w:style>
  <w:style w:type="paragraph" w:customStyle="1" w:styleId="2C035F756994452D9BBB9BD33721179B">
    <w:name w:val="2C035F756994452D9BBB9BD33721179B"/>
    <w:rsid w:val="00D62AEF"/>
  </w:style>
  <w:style w:type="paragraph" w:customStyle="1" w:styleId="4B2AA2AD13DB45E2800772B984D705A3">
    <w:name w:val="4B2AA2AD13DB45E2800772B984D705A3"/>
    <w:rsid w:val="00D62AEF"/>
  </w:style>
  <w:style w:type="paragraph" w:customStyle="1" w:styleId="08BBA1B45B464FF2A5FAFE5A32088F8B">
    <w:name w:val="08BBA1B45B464FF2A5FAFE5A32088F8B"/>
    <w:rsid w:val="00D62AEF"/>
  </w:style>
  <w:style w:type="paragraph" w:customStyle="1" w:styleId="ACFA32E7B0B54DA4A7214F20C0CC29F9">
    <w:name w:val="ACFA32E7B0B54DA4A7214F20C0CC29F9"/>
    <w:rsid w:val="00D62AEF"/>
  </w:style>
  <w:style w:type="paragraph" w:customStyle="1" w:styleId="4F97A0F2BC704F17AAD39C65A9EFA9FA">
    <w:name w:val="4F97A0F2BC704F17AAD39C65A9EFA9FA"/>
    <w:rsid w:val="00D62AEF"/>
  </w:style>
  <w:style w:type="paragraph" w:customStyle="1" w:styleId="C3C2B42CB71946308893BD9BAD994808">
    <w:name w:val="C3C2B42CB71946308893BD9BAD994808"/>
    <w:rsid w:val="00D62AEF"/>
  </w:style>
  <w:style w:type="paragraph" w:customStyle="1" w:styleId="392A4E04EFFB462FA35175802BA42C5E">
    <w:name w:val="392A4E04EFFB462FA35175802BA42C5E"/>
    <w:rsid w:val="00D62AEF"/>
  </w:style>
  <w:style w:type="paragraph" w:customStyle="1" w:styleId="748FE391EAC448A491B097009F9D4884">
    <w:name w:val="748FE391EAC448A491B097009F9D4884"/>
    <w:rsid w:val="00D62AEF"/>
  </w:style>
  <w:style w:type="paragraph" w:customStyle="1" w:styleId="85B83F16656141E0829B0BDFF50FFB57">
    <w:name w:val="85B83F16656141E0829B0BDFF50FFB57"/>
    <w:rsid w:val="00D62AEF"/>
  </w:style>
  <w:style w:type="paragraph" w:customStyle="1" w:styleId="2F9929C77D8B4D9E8377CDEDAB644867">
    <w:name w:val="2F9929C77D8B4D9E8377CDEDAB644867"/>
    <w:rsid w:val="00D62AEF"/>
  </w:style>
  <w:style w:type="paragraph" w:customStyle="1" w:styleId="C3BE5E6AF649421C9DFA6131C813F2F7">
    <w:name w:val="C3BE5E6AF649421C9DFA6131C813F2F7"/>
    <w:rsid w:val="00D62AEF"/>
  </w:style>
  <w:style w:type="paragraph" w:customStyle="1" w:styleId="8F5E8AAE17B5441BB67838FD9FEAEA50">
    <w:name w:val="8F5E8AAE17B5441BB67838FD9FEAEA50"/>
    <w:rsid w:val="00D62AEF"/>
  </w:style>
  <w:style w:type="paragraph" w:customStyle="1" w:styleId="4EC1DCB5FF624886A0E0236874E37FC6">
    <w:name w:val="4EC1DCB5FF624886A0E0236874E37FC6"/>
    <w:rsid w:val="00D62AEF"/>
  </w:style>
  <w:style w:type="paragraph" w:customStyle="1" w:styleId="F04B27B1DC8F4B56AB998FB370FB66F2">
    <w:name w:val="F04B27B1DC8F4B56AB998FB370FB66F2"/>
    <w:rsid w:val="00D62AEF"/>
  </w:style>
  <w:style w:type="paragraph" w:customStyle="1" w:styleId="0189800800F540A8A3DD9758473D88A0">
    <w:name w:val="0189800800F540A8A3DD9758473D88A0"/>
    <w:rsid w:val="00D62AEF"/>
  </w:style>
  <w:style w:type="paragraph" w:customStyle="1" w:styleId="94A7D56956C3410BAB0EC5244DDA5B14">
    <w:name w:val="94A7D56956C3410BAB0EC5244DDA5B14"/>
    <w:rsid w:val="00D62AEF"/>
  </w:style>
  <w:style w:type="paragraph" w:customStyle="1" w:styleId="3E664375735846378779C57C44560DB1">
    <w:name w:val="3E664375735846378779C57C44560DB1"/>
    <w:rsid w:val="00D62AEF"/>
  </w:style>
  <w:style w:type="paragraph" w:customStyle="1" w:styleId="9F3F8060188F4AD4A11D9E73D90276AC">
    <w:name w:val="9F3F8060188F4AD4A11D9E73D90276AC"/>
    <w:rsid w:val="00D62AEF"/>
  </w:style>
  <w:style w:type="paragraph" w:customStyle="1" w:styleId="3ED245AC01424ED786D98581E62A9F06">
    <w:name w:val="3ED245AC01424ED786D98581E62A9F06"/>
    <w:rsid w:val="00D62AEF"/>
  </w:style>
  <w:style w:type="paragraph" w:customStyle="1" w:styleId="0D6BE5D4DC3B41B998EC8B276CC40B9B">
    <w:name w:val="0D6BE5D4DC3B41B998EC8B276CC40B9B"/>
    <w:rsid w:val="00D62AEF"/>
  </w:style>
  <w:style w:type="paragraph" w:customStyle="1" w:styleId="9E66BE02B4C54E018690A117E77B4C39">
    <w:name w:val="9E66BE02B4C54E018690A117E77B4C39"/>
    <w:rsid w:val="00D62AEF"/>
  </w:style>
  <w:style w:type="paragraph" w:customStyle="1" w:styleId="1DB13345DEA14A829A2C1D10AB45D654">
    <w:name w:val="1DB13345DEA14A829A2C1D10AB45D654"/>
    <w:rsid w:val="00D62AEF"/>
  </w:style>
  <w:style w:type="paragraph" w:customStyle="1" w:styleId="E2B28D8180FB4D06BAFA0CA70876E4D9">
    <w:name w:val="E2B28D8180FB4D06BAFA0CA70876E4D9"/>
    <w:rsid w:val="00D62AEF"/>
  </w:style>
  <w:style w:type="paragraph" w:customStyle="1" w:styleId="10A30F8923DD455CA0B2CE51CE2649CE">
    <w:name w:val="10A30F8923DD455CA0B2CE51CE2649CE"/>
    <w:rsid w:val="00D62AEF"/>
  </w:style>
  <w:style w:type="paragraph" w:customStyle="1" w:styleId="06EB74A702A64C9AB8B6C0AD075D3A68">
    <w:name w:val="06EB74A702A64C9AB8B6C0AD075D3A68"/>
    <w:rsid w:val="00D62AEF"/>
  </w:style>
  <w:style w:type="paragraph" w:customStyle="1" w:styleId="166F9B6AB39C41A0B5FC4DA7128A8210">
    <w:name w:val="166F9B6AB39C41A0B5FC4DA7128A8210"/>
    <w:rsid w:val="00D62AE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Report">
      <a:dk1>
        <a:sysClr val="windowText" lastClr="000000"/>
      </a:dk1>
      <a:lt1>
        <a:sysClr val="window" lastClr="FFFFFF"/>
      </a:lt1>
      <a:dk2>
        <a:srgbClr val="8B7C5F"/>
      </a:dk2>
      <a:lt2>
        <a:srgbClr val="E5D9B7"/>
      </a:lt2>
      <a:accent1>
        <a:srgbClr val="F72B1E"/>
      </a:accent1>
      <a:accent2>
        <a:srgbClr val="FF7B0F"/>
      </a:accent2>
      <a:accent3>
        <a:srgbClr val="7097D3"/>
      </a:accent3>
      <a:accent4>
        <a:srgbClr val="595959"/>
      </a:accent4>
      <a:accent5>
        <a:srgbClr val="8B4166"/>
      </a:accent5>
      <a:accent6>
        <a:srgbClr val="86AA22"/>
      </a:accent6>
      <a:hlink>
        <a:srgbClr val="C00000"/>
      </a:hlink>
      <a:folHlink>
        <a:srgbClr val="FDAF3D"/>
      </a:folHlink>
    </a:clrScheme>
    <a:fontScheme name="Report">
      <a:majorFont>
        <a:latin typeface="Trebuchet MS"/>
        <a:ea typeface=""/>
        <a:cs typeface=""/>
      </a:majorFont>
      <a:minorFont>
        <a:latin typeface="Corbel"/>
        <a:ea typeface=""/>
        <a:cs typeface=""/>
      </a:minorFont>
    </a:fontScheme>
    <a:fmtScheme name="Modul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PDescription xmlns="2958f784-0ef9-4616-b22d-512a8cad1f0d" xsi:nil="true"/>
    <AssetExpire xmlns="2958f784-0ef9-4616-b22d-512a8cad1f0d" xsi:nil="true"/>
    <CampaignTagsTaxHTField0 xmlns="2958f784-0ef9-4616-b22d-512a8cad1f0d">
      <Terms xmlns="http://schemas.microsoft.com/office/infopath/2007/PartnerControls"/>
    </CampaignTagsTaxHTField0>
    <IntlLangReviewDate xmlns="2958f784-0ef9-4616-b22d-512a8cad1f0d" xsi:nil="true"/>
    <TPFriendlyName xmlns="2958f784-0ef9-4616-b22d-512a8cad1f0d" xsi:nil="true"/>
    <IntlLangReview xmlns="2958f784-0ef9-4616-b22d-512a8cad1f0d" xsi:nil="true"/>
    <LocLastLocAttemptVersionLookup xmlns="2958f784-0ef9-4616-b22d-512a8cad1f0d">266400</LocLastLocAttemptVersionLookup>
    <LocLastLocAttemptVersionTypeLookup xmlns="2958f784-0ef9-4616-b22d-512a8cad1f0d" xsi:nil="true"/>
    <PolicheckWords xmlns="2958f784-0ef9-4616-b22d-512a8cad1f0d" xsi:nil="true"/>
    <SubmitterId xmlns="2958f784-0ef9-4616-b22d-512a8cad1f0d" xsi:nil="true"/>
    <AcquiredFrom xmlns="2958f784-0ef9-4616-b22d-512a8cad1f0d">Internal MS</AcquiredFrom>
    <EditorialStatus xmlns="2958f784-0ef9-4616-b22d-512a8cad1f0d" xsi:nil="true"/>
    <Markets xmlns="2958f784-0ef9-4616-b22d-512a8cad1f0d"/>
    <OriginAsset xmlns="2958f784-0ef9-4616-b22d-512a8cad1f0d" xsi:nil="true"/>
    <AssetStart xmlns="2958f784-0ef9-4616-b22d-512a8cad1f0d" xsi:nil="true"/>
    <FriendlyTitle xmlns="2958f784-0ef9-4616-b22d-512a8cad1f0d" xsi:nil="true"/>
    <MarketSpecific xmlns="2958f784-0ef9-4616-b22d-512a8cad1f0d">false</MarketSpecific>
    <TPNamespace xmlns="2958f784-0ef9-4616-b22d-512a8cad1f0d" xsi:nil="true"/>
    <PublishStatusLookup xmlns="2958f784-0ef9-4616-b22d-512a8cad1f0d">
      <Value>489867</Value>
      <Value>521956</Value>
    </PublishStatusLookup>
    <APAuthor xmlns="2958f784-0ef9-4616-b22d-512a8cad1f0d">
      <UserInfo>
        <DisplayName>REDMOND\v-salaxm</DisplayName>
        <AccountId>2098</AccountId>
        <AccountType/>
      </UserInfo>
    </APAuthor>
    <TPCommandLine xmlns="2958f784-0ef9-4616-b22d-512a8cad1f0d" xsi:nil="true"/>
    <IntlLangReviewer xmlns="2958f784-0ef9-4616-b22d-512a8cad1f0d" xsi:nil="true"/>
    <LocOverallPreviewStatusLookup xmlns="2958f784-0ef9-4616-b22d-512a8cad1f0d" xsi:nil="true"/>
    <LocOverallPublishStatusLookup xmlns="2958f784-0ef9-4616-b22d-512a8cad1f0d" xsi:nil="true"/>
    <OpenTemplate xmlns="2958f784-0ef9-4616-b22d-512a8cad1f0d">true</OpenTemplate>
    <CSXSubmissionDate xmlns="2958f784-0ef9-4616-b22d-512a8cad1f0d" xsi:nil="true"/>
    <TaxCatchAll xmlns="2958f784-0ef9-4616-b22d-512a8cad1f0d"/>
    <LocNewPublishedVersionLookup xmlns="2958f784-0ef9-4616-b22d-512a8cad1f0d" xsi:nil="true"/>
    <LocPublishedDependentAssetsLookup xmlns="2958f784-0ef9-4616-b22d-512a8cad1f0d" xsi:nil="true"/>
    <Manager xmlns="2958f784-0ef9-4616-b22d-512a8cad1f0d" xsi:nil="true"/>
    <NumericId xmlns="2958f784-0ef9-4616-b22d-512a8cad1f0d" xsi:nil="true"/>
    <ParentAssetId xmlns="2958f784-0ef9-4616-b22d-512a8cad1f0d" xsi:nil="true"/>
    <OriginalSourceMarket xmlns="2958f784-0ef9-4616-b22d-512a8cad1f0d">english</OriginalSourceMarket>
    <ApprovalStatus xmlns="2958f784-0ef9-4616-b22d-512a8cad1f0d">InProgress</ApprovalStatus>
    <TPComponent xmlns="2958f784-0ef9-4616-b22d-512a8cad1f0d" xsi:nil="true"/>
    <EditorialTags xmlns="2958f784-0ef9-4616-b22d-512a8cad1f0d" xsi:nil="true"/>
    <TPExecutable xmlns="2958f784-0ef9-4616-b22d-512a8cad1f0d" xsi:nil="true"/>
    <TPLaunchHelpLink xmlns="2958f784-0ef9-4616-b22d-512a8cad1f0d" xsi:nil="true"/>
    <LocComments xmlns="2958f784-0ef9-4616-b22d-512a8cad1f0d" xsi:nil="true"/>
    <LocProcessedForMarketsLookup xmlns="2958f784-0ef9-4616-b22d-512a8cad1f0d" xsi:nil="true"/>
    <LocRecommendedHandoff xmlns="2958f784-0ef9-4616-b22d-512a8cad1f0d" xsi:nil="true"/>
    <SourceTitle xmlns="2958f784-0ef9-4616-b22d-512a8cad1f0d" xsi:nil="true"/>
    <CSXUpdate xmlns="2958f784-0ef9-4616-b22d-512a8cad1f0d">false</CSXUpdate>
    <IntlLocPriority xmlns="2958f784-0ef9-4616-b22d-512a8cad1f0d" xsi:nil="true"/>
    <UAProjectedTotalWords xmlns="2958f784-0ef9-4616-b22d-512a8cad1f0d" xsi:nil="true"/>
    <AssetType xmlns="2958f784-0ef9-4616-b22d-512a8cad1f0d">TP</AssetType>
    <MachineTranslated xmlns="2958f784-0ef9-4616-b22d-512a8cad1f0d">false</MachineTranslated>
    <OutputCachingOn xmlns="2958f784-0ef9-4616-b22d-512a8cad1f0d">false</OutputCachingOn>
    <TemplateStatus xmlns="2958f784-0ef9-4616-b22d-512a8cad1f0d" xsi:nil="true"/>
    <IsSearchable xmlns="2958f784-0ef9-4616-b22d-512a8cad1f0d">true</IsSearchable>
    <ContentItem xmlns="2958f784-0ef9-4616-b22d-512a8cad1f0d" xsi:nil="true"/>
    <HandoffToMSDN xmlns="2958f784-0ef9-4616-b22d-512a8cad1f0d" xsi:nil="true"/>
    <ShowIn xmlns="2958f784-0ef9-4616-b22d-512a8cad1f0d">Show everywhere</ShowIn>
    <ThumbnailAssetId xmlns="2958f784-0ef9-4616-b22d-512a8cad1f0d" xsi:nil="true"/>
    <UALocComments xmlns="2958f784-0ef9-4616-b22d-512a8cad1f0d" xsi:nil="true"/>
    <UALocRecommendation xmlns="2958f784-0ef9-4616-b22d-512a8cad1f0d">Localize</UALocRecommendation>
    <LastModifiedDateTime xmlns="2958f784-0ef9-4616-b22d-512a8cad1f0d" xsi:nil="true"/>
    <LastPublishResultLookup xmlns="2958f784-0ef9-4616-b22d-512a8cad1f0d"/>
    <LegacyData xmlns="2958f784-0ef9-4616-b22d-512a8cad1f0d" xsi:nil="true"/>
    <LocManualTestRequired xmlns="2958f784-0ef9-4616-b22d-512a8cad1f0d">false</LocManualTestRequired>
    <LocProcessedForHandoffsLookup xmlns="2958f784-0ef9-4616-b22d-512a8cad1f0d" xsi:nil="true"/>
    <ClipArtFilename xmlns="2958f784-0ef9-4616-b22d-512a8cad1f0d" xsi:nil="true"/>
    <TPApplication xmlns="2958f784-0ef9-4616-b22d-512a8cad1f0d" xsi:nil="true"/>
    <CSXHash xmlns="2958f784-0ef9-4616-b22d-512a8cad1f0d" xsi:nil="true"/>
    <DirectSourceMarket xmlns="2958f784-0ef9-4616-b22d-512a8cad1f0d" xsi:nil="true"/>
    <PrimaryImageGen xmlns="2958f784-0ef9-4616-b22d-512a8cad1f0d">false</PrimaryImageGen>
    <PlannedPubDate xmlns="2958f784-0ef9-4616-b22d-512a8cad1f0d" xsi:nil="true"/>
    <CSXSubmissionMarket xmlns="2958f784-0ef9-4616-b22d-512a8cad1f0d" xsi:nil="true"/>
    <Downloads xmlns="2958f784-0ef9-4616-b22d-512a8cad1f0d">0</Downloads>
    <LocOverallHandbackStatusLookup xmlns="2958f784-0ef9-4616-b22d-512a8cad1f0d" xsi:nil="true"/>
    <ArtSampleDocs xmlns="2958f784-0ef9-4616-b22d-512a8cad1f0d" xsi:nil="true"/>
    <TrustLevel xmlns="2958f784-0ef9-4616-b22d-512a8cad1f0d">1 Microsoft Managed Content</TrustLevel>
    <BlockPublish xmlns="2958f784-0ef9-4616-b22d-512a8cad1f0d">false</BlockPublish>
    <TPLaunchHelpLinkType xmlns="2958f784-0ef9-4616-b22d-512a8cad1f0d">Template</TPLaunchHelpLinkType>
    <LocalizationTagsTaxHTField0 xmlns="2958f784-0ef9-4616-b22d-512a8cad1f0d">
      <Terms xmlns="http://schemas.microsoft.com/office/infopath/2007/PartnerControls"/>
    </LocalizationTagsTaxHTField0>
    <BusinessGroup xmlns="2958f784-0ef9-4616-b22d-512a8cad1f0d" xsi:nil="true"/>
    <Providers xmlns="2958f784-0ef9-4616-b22d-512a8cad1f0d" xsi:nil="true"/>
    <TemplateTemplateType xmlns="2958f784-0ef9-4616-b22d-512a8cad1f0d">Word Document Template</TemplateTemplateType>
    <TimesCloned xmlns="2958f784-0ef9-4616-b22d-512a8cad1f0d" xsi:nil="true"/>
    <TPAppVersion xmlns="2958f784-0ef9-4616-b22d-512a8cad1f0d" xsi:nil="true"/>
    <VoteCount xmlns="2958f784-0ef9-4616-b22d-512a8cad1f0d" xsi:nil="true"/>
    <AverageRating xmlns="2958f784-0ef9-4616-b22d-512a8cad1f0d" xsi:nil="true"/>
    <FeatureTagsTaxHTField0 xmlns="2958f784-0ef9-4616-b22d-512a8cad1f0d">
      <Terms xmlns="http://schemas.microsoft.com/office/infopath/2007/PartnerControls"/>
    </FeatureTagsTaxHTField0>
    <LocOverallLocStatusLookup xmlns="2958f784-0ef9-4616-b22d-512a8cad1f0d" xsi:nil="true"/>
    <LocPublishedLinkedAssetsLookup xmlns="2958f784-0ef9-4616-b22d-512a8cad1f0d" xsi:nil="true"/>
    <Provider xmlns="2958f784-0ef9-4616-b22d-512a8cad1f0d" xsi:nil="true"/>
    <UACurrentWords xmlns="2958f784-0ef9-4616-b22d-512a8cad1f0d" xsi:nil="true"/>
    <AssetId xmlns="2958f784-0ef9-4616-b22d-512a8cad1f0d" xsi:nil="true"/>
    <TPClientViewer xmlns="2958f784-0ef9-4616-b22d-512a8cad1f0d" xsi:nil="true"/>
    <DSATActionTaken xmlns="2958f784-0ef9-4616-b22d-512a8cad1f0d" xsi:nil="true"/>
    <APEditor xmlns="2958f784-0ef9-4616-b22d-512a8cad1f0d">
      <UserInfo>
        <DisplayName/>
        <AccountId xsi:nil="true"/>
        <AccountType/>
      </UserInfo>
    </APEditor>
    <TPInstallLocation xmlns="2958f784-0ef9-4616-b22d-512a8cad1f0d" xsi:nil="true"/>
    <OOCacheId xmlns="2958f784-0ef9-4616-b22d-512a8cad1f0d" xsi:nil="true"/>
    <IsDeleted xmlns="2958f784-0ef9-4616-b22d-512a8cad1f0d">false</IsDeleted>
    <PublishTargets xmlns="2958f784-0ef9-4616-b22d-512a8cad1f0d">OfficeOnline</PublishTargets>
    <ApprovalLog xmlns="2958f784-0ef9-4616-b22d-512a8cad1f0d" xsi:nil="true"/>
    <BugNumber xmlns="2958f784-0ef9-4616-b22d-512a8cad1f0d" xsi:nil="true"/>
    <CrawlForDependencies xmlns="2958f784-0ef9-4616-b22d-512a8cad1f0d">false</CrawlForDependencies>
    <InternalTagsTaxHTField0 xmlns="2958f784-0ef9-4616-b22d-512a8cad1f0d">
      <Terms xmlns="http://schemas.microsoft.com/office/infopath/2007/PartnerControls"/>
    </InternalTagsTaxHTField0>
    <LastHandOff xmlns="2958f784-0ef9-4616-b22d-512a8cad1f0d" xsi:nil="true"/>
    <Milestone xmlns="2958f784-0ef9-4616-b22d-512a8cad1f0d" xsi:nil="true"/>
    <RecommendationsModifier xmlns="2958f784-0ef9-4616-b22d-512a8cad1f0d" xsi:nil="true"/>
    <ScenarioTagsTaxHTField0 xmlns="2958f784-0ef9-4616-b22d-512a8cad1f0d">
      <Terms xmlns="http://schemas.microsoft.com/office/infopath/2007/PartnerControls"/>
    </ScenarioTagsTaxHTField0>
    <UANotes xmlns="2958f784-0ef9-4616-b22d-512a8cad1f0d" xsi:nil="true"/>
    <Description0 xmlns="fb5acd76-e9f3-4601-9d69-91f53ab96ae6" xsi:nil="true"/>
    <Component xmlns="fb5acd76-e9f3-4601-9d69-91f53ab96ae6" xsi:nil="true"/>
    <OriginalRelease xmlns="2958f784-0ef9-4616-b22d-512a8cad1f0d">14</OriginalRelease>
    <LocMarketGroupTiers2 xmlns="2958f784-0ef9-4616-b22d-512a8cad1f0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TemplateFile" ma:contentTypeID="0x010100DE95A0C693CEB341887D38A4A2B58B45040072C752107C5A7B47AA91A1EE638E6F1F" ma:contentTypeVersion="55" ma:contentTypeDescription="Create a new document." ma:contentTypeScope="" ma:versionID="3c98c83416931a21d43ed007fda5e4dd">
  <xsd:schema xmlns:xsd="http://www.w3.org/2001/XMLSchema" xmlns:xs="http://www.w3.org/2001/XMLSchema" xmlns:p="http://schemas.microsoft.com/office/2006/metadata/properties" xmlns:ns2="2958f784-0ef9-4616-b22d-512a8cad1f0d" xmlns:ns3="fb5acd76-e9f3-4601-9d69-91f53ab96ae6" targetNamespace="http://schemas.microsoft.com/office/2006/metadata/properties" ma:root="true" ma:fieldsID="938018c4f46d99993d20879d4e9ddff8" ns2:_="" ns3:_="">
    <xsd:import namespace="2958f784-0ef9-4616-b22d-512a8cad1f0d"/>
    <xsd:import namespace="fb5acd76-e9f3-4601-9d69-91f53ab96ae6"/>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element ref="ns3:Description0" minOccurs="0"/>
                <xsd:element ref="ns3:Compon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8f784-0ef9-4616-b22d-512a8cad1f0d"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0:00:00Z"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ca69c71e-a029-4733-aca1-cabc27411b08}"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8D80075B-F8CE-48D6-9BD2-D195F7E115A9}" ma:internalName="CSXSubmissionMarket" ma:readOnly="false" ma:showField="MarketName" ma:web="2958f784-0ef9-4616-b22d-512a8cad1f0d">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9327d1a0-1a14-4b12-a74c-0f320f972977}"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1F044C38-11A0-4051-9DF8-A3AFA85E16DC}" ma:internalName="InProjectListLookup" ma:readOnly="true" ma:showField="InProjectList" ma:web="2958f784-0ef9-4616-b22d-512a8cad1f0d">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3b364bcb-a06e-4da1-8475-f5243c3236b2}"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1F044C38-11A0-4051-9DF8-A3AFA85E16DC}" ma:internalName="LastCompleteVersionLookup" ma:readOnly="true" ma:showField="LastCompleteVersion" ma:web="2958f784-0ef9-4616-b22d-512a8cad1f0d">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1F044C38-11A0-4051-9DF8-A3AFA85E16DC}" ma:internalName="LastPreviewErrorLookup" ma:readOnly="true" ma:showField="LastPreviewError" ma:web="2958f784-0ef9-4616-b22d-512a8cad1f0d">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1F044C38-11A0-4051-9DF8-A3AFA85E16DC}" ma:internalName="LastPreviewResultLookup" ma:readOnly="true" ma:showField="LastPreviewResult" ma:web="2958f784-0ef9-4616-b22d-512a8cad1f0d">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1F044C38-11A0-4051-9DF8-A3AFA85E16DC}" ma:internalName="LastPreviewAttemptDateLookup" ma:readOnly="true" ma:showField="LastPreviewAttemptDate" ma:web="2958f784-0ef9-4616-b22d-512a8cad1f0d">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1F044C38-11A0-4051-9DF8-A3AFA85E16DC}" ma:internalName="LastPreviewedByLookup" ma:readOnly="true" ma:showField="LastPreviewedBy" ma:web="2958f784-0ef9-4616-b22d-512a8cad1f0d">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1F044C38-11A0-4051-9DF8-A3AFA85E16DC}" ma:internalName="LastPreviewTimeLookup" ma:readOnly="true" ma:showField="LastPreviewTime" ma:web="2958f784-0ef9-4616-b22d-512a8cad1f0d">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1F044C38-11A0-4051-9DF8-A3AFA85E16DC}" ma:internalName="LastPreviewVersionLookup" ma:readOnly="true" ma:showField="LastPreviewVersion" ma:web="2958f784-0ef9-4616-b22d-512a8cad1f0d">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1F044C38-11A0-4051-9DF8-A3AFA85E16DC}" ma:internalName="LastPublishErrorLookup" ma:readOnly="true" ma:showField="LastPublishError" ma:web="2958f784-0ef9-4616-b22d-512a8cad1f0d">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1F044C38-11A0-4051-9DF8-A3AFA85E16DC}" ma:internalName="LastPublishResultLookup" ma:readOnly="true" ma:showField="LastPublishResult" ma:web="2958f784-0ef9-4616-b22d-512a8cad1f0d">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1F044C38-11A0-4051-9DF8-A3AFA85E16DC}" ma:internalName="LastPublishAttemptDateLookup" ma:readOnly="true" ma:showField="LastPublishAttemptDate" ma:web="2958f784-0ef9-4616-b22d-512a8cad1f0d">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1F044C38-11A0-4051-9DF8-A3AFA85E16DC}" ma:internalName="LastPublishedByLookup" ma:readOnly="true" ma:showField="LastPublishedBy" ma:web="2958f784-0ef9-4616-b22d-512a8cad1f0d">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1F044C38-11A0-4051-9DF8-A3AFA85E16DC}" ma:internalName="LastPublishTimeLookup" ma:readOnly="true" ma:showField="LastPublishTime" ma:web="2958f784-0ef9-4616-b22d-512a8cad1f0d">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1F044C38-11A0-4051-9DF8-A3AFA85E16DC}" ma:internalName="LastPublishVersionLookup" ma:readOnly="true" ma:showField="LastPublishVersion" ma:web="2958f784-0ef9-4616-b22d-512a8cad1f0d">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AC64899A-88C0-4725-BCFC-902FA402DE74}" ma:internalName="LocLastLocAttemptVersionLookup" ma:readOnly="false" ma:showField="LastLocAttemptVersion" ma:web="2958f784-0ef9-4616-b22d-512a8cad1f0d">
      <xsd:simpleType>
        <xsd:restriction base="dms:Lookup"/>
      </xsd:simpleType>
    </xsd:element>
    <xsd:element name="LocLastLocAttemptVersionTypeLookup" ma:index="72" nillable="true" ma:displayName="Loc Last Loc Attempt Version Type" ma:default="" ma:list="{AC64899A-88C0-4725-BCFC-902FA402DE74}" ma:internalName="LocLastLocAttemptVersionTypeLookup" ma:readOnly="true" ma:showField="LastLocAttemptVersionType" ma:web="2958f784-0ef9-4616-b22d-512a8cad1f0d">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AC64899A-88C0-4725-BCFC-902FA402DE74}" ma:internalName="LocNewPublishedVersionLookup" ma:readOnly="true" ma:showField="NewPublishedVersion" ma:web="2958f784-0ef9-4616-b22d-512a8cad1f0d">
      <xsd:simpleType>
        <xsd:restriction base="dms:Lookup"/>
      </xsd:simpleType>
    </xsd:element>
    <xsd:element name="LocOverallHandbackStatusLookup" ma:index="76" nillable="true" ma:displayName="Loc Overall Handback Status" ma:default="" ma:list="{AC64899A-88C0-4725-BCFC-902FA402DE74}" ma:internalName="LocOverallHandbackStatusLookup" ma:readOnly="true" ma:showField="OverallHandbackStatus" ma:web="2958f784-0ef9-4616-b22d-512a8cad1f0d">
      <xsd:simpleType>
        <xsd:restriction base="dms:Lookup"/>
      </xsd:simpleType>
    </xsd:element>
    <xsd:element name="LocOverallLocStatusLookup" ma:index="77" nillable="true" ma:displayName="Loc Overall Localize Status" ma:default="" ma:list="{AC64899A-88C0-4725-BCFC-902FA402DE74}" ma:internalName="LocOverallLocStatusLookup" ma:readOnly="true" ma:showField="OverallLocStatus" ma:web="2958f784-0ef9-4616-b22d-512a8cad1f0d">
      <xsd:simpleType>
        <xsd:restriction base="dms:Lookup"/>
      </xsd:simpleType>
    </xsd:element>
    <xsd:element name="LocOverallPreviewStatusLookup" ma:index="78" nillable="true" ma:displayName="Loc Overall Preview Status" ma:default="" ma:list="{AC64899A-88C0-4725-BCFC-902FA402DE74}" ma:internalName="LocOverallPreviewStatusLookup" ma:readOnly="true" ma:showField="OverallPreviewStatus" ma:web="2958f784-0ef9-4616-b22d-512a8cad1f0d">
      <xsd:simpleType>
        <xsd:restriction base="dms:Lookup"/>
      </xsd:simpleType>
    </xsd:element>
    <xsd:element name="LocOverallPublishStatusLookup" ma:index="79" nillable="true" ma:displayName="Loc Overall Publish Status" ma:default="" ma:list="{AC64899A-88C0-4725-BCFC-902FA402DE74}" ma:internalName="LocOverallPublishStatusLookup" ma:readOnly="true" ma:showField="OverallPublishStatus" ma:web="2958f784-0ef9-4616-b22d-512a8cad1f0d">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AC64899A-88C0-4725-BCFC-902FA402DE74}" ma:internalName="LocProcessedForHandoffsLookup" ma:readOnly="true" ma:showField="ProcessedForHandoffs" ma:web="2958f784-0ef9-4616-b22d-512a8cad1f0d">
      <xsd:simpleType>
        <xsd:restriction base="dms:Lookup"/>
      </xsd:simpleType>
    </xsd:element>
    <xsd:element name="LocProcessedForMarketsLookup" ma:index="82" nillable="true" ma:displayName="Loc Processed For Markets" ma:default="" ma:list="{AC64899A-88C0-4725-BCFC-902FA402DE74}" ma:internalName="LocProcessedForMarketsLookup" ma:readOnly="true" ma:showField="ProcessedForMarkets" ma:web="2958f784-0ef9-4616-b22d-512a8cad1f0d">
      <xsd:simpleType>
        <xsd:restriction base="dms:Lookup"/>
      </xsd:simpleType>
    </xsd:element>
    <xsd:element name="LocPublishedDependentAssetsLookup" ma:index="83" nillable="true" ma:displayName="Loc Published Dependent Assets" ma:default="" ma:list="{AC64899A-88C0-4725-BCFC-902FA402DE74}" ma:internalName="LocPublishedDependentAssetsLookup" ma:readOnly="true" ma:showField="PublishedDependentAssets" ma:web="2958f784-0ef9-4616-b22d-512a8cad1f0d">
      <xsd:simpleType>
        <xsd:restriction base="dms:Lookup"/>
      </xsd:simpleType>
    </xsd:element>
    <xsd:element name="LocPublishedLinkedAssetsLookup" ma:index="84" nillable="true" ma:displayName="Loc Published Linked Assets" ma:default="" ma:list="{AC64899A-88C0-4725-BCFC-902FA402DE74}" ma:internalName="LocPublishedLinkedAssetsLookup" ma:readOnly="true" ma:showField="PublishedLinkedAssets" ma:web="2958f784-0ef9-4616-b22d-512a8cad1f0d">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251ee2d3-c117-4524-b3f1-1010c3cab2a3}"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8D80075B-F8CE-48D6-9BD2-D195F7E115A9}" ma:internalName="Markets" ma:readOnly="false" ma:showField="MarketName" ma:web="2958f784-0ef9-4616-b22d-512a8cad1f0d">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1F044C38-11A0-4051-9DF8-A3AFA85E16DC}" ma:internalName="NumOfRatingsLookup" ma:readOnly="true" ma:showField="NumOfRatings" ma:web="2958f784-0ef9-4616-b22d-512a8cad1f0d">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1F044C38-11A0-4051-9DF8-A3AFA85E16DC}" ma:internalName="PublishStatusLookup" ma:readOnly="false" ma:showField="PublishStatus" ma:web="2958f784-0ef9-4616-b22d-512a8cad1f0d">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654e2ea7-8c43-4b3c-9db4-bd71f7cfe4f4}"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33f01220-6030-4880-975f-b9ea0de09f53}" ma:internalName="TaxCatchAll" ma:showField="CatchAllData" ma:web="2958f784-0ef9-4616-b22d-512a8cad1f0d">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33f01220-6030-4880-975f-b9ea0de09f53}" ma:internalName="TaxCatchAllLabel" ma:readOnly="true" ma:showField="CatchAllDataLabel" ma:web="2958f784-0ef9-4616-b22d-512a8cad1f0d">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b5acd76-e9f3-4601-9d69-91f53ab96ae6" elementFormDefault="qualified">
    <xsd:import namespace="http://schemas.microsoft.com/office/2006/documentManagement/types"/>
    <xsd:import namespace="http://schemas.microsoft.com/office/infopath/2007/PartnerControls"/>
    <xsd:element name="Description0" ma:index="134" nillable="true" ma:displayName="Description" ma:internalName="Description0">
      <xsd:simpleType>
        <xsd:restriction base="dms:Note"/>
      </xsd:simpleType>
    </xsd:element>
    <xsd:element name="Component" ma:index="135" nillable="true" ma:displayName="Component" ma:internalName="Componen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C52AEF-295C-40A9-8EB9-75C28CE61A41}">
  <ds:schemaRefs>
    <ds:schemaRef ds:uri="http://schemas.openxmlformats.org/officeDocument/2006/bibliography"/>
  </ds:schemaRefs>
</ds:datastoreItem>
</file>

<file path=customXml/itemProps2.xml><?xml version="1.0" encoding="utf-8"?>
<ds:datastoreItem xmlns:ds="http://schemas.openxmlformats.org/officeDocument/2006/customXml" ds:itemID="{83431297-332F-4F46-92B9-CDD159069695}">
  <ds:schemaRefs>
    <ds:schemaRef ds:uri="http://schemas.microsoft.com/sharepoint/v3/contenttype/forms"/>
  </ds:schemaRefs>
</ds:datastoreItem>
</file>

<file path=customXml/itemProps3.xml><?xml version="1.0" encoding="utf-8"?>
<ds:datastoreItem xmlns:ds="http://schemas.openxmlformats.org/officeDocument/2006/customXml" ds:itemID="{F1222C1D-0A3C-4033-8B32-69CE6F5A2550}">
  <ds:schemaRefs>
    <ds:schemaRef ds:uri="http://schemas.microsoft.com/office/2006/metadata/properties"/>
    <ds:schemaRef ds:uri="http://schemas.microsoft.com/office/infopath/2007/PartnerControls"/>
    <ds:schemaRef ds:uri="2958f784-0ef9-4616-b22d-512a8cad1f0d"/>
    <ds:schemaRef ds:uri="fb5acd76-e9f3-4601-9d69-91f53ab96ae6"/>
  </ds:schemaRefs>
</ds:datastoreItem>
</file>

<file path=customXml/itemProps4.xml><?xml version="1.0" encoding="utf-8"?>
<ds:datastoreItem xmlns:ds="http://schemas.openxmlformats.org/officeDocument/2006/customXml" ds:itemID="{F5F82068-642B-4A6E-900E-8C0E5EE4A2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8f784-0ef9-4616-b22d-512a8cad1f0d"/>
    <ds:schemaRef ds:uri="fb5acd76-e9f3-4601-9d69-91f53ab96a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tf02680392.dotx</Template>
  <TotalTime>9181</TotalTime>
  <Pages>10</Pages>
  <Words>2613</Words>
  <Characters>14376</Characters>
  <Application>Microsoft Office Word</Application>
  <DocSecurity>0</DocSecurity>
  <Lines>119</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 Corporation</Company>
  <LinksUpToDate>false</LinksUpToDate>
  <CharactersWithSpaces>16956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de Windows</dc:creator>
  <dc:description>Manual de Reuniones</dc:description>
  <cp:lastModifiedBy>Usuario de Windows</cp:lastModifiedBy>
  <cp:revision>6</cp:revision>
  <cp:lastPrinted>2020-07-15T18:26:00Z</cp:lastPrinted>
  <dcterms:created xsi:type="dcterms:W3CDTF">2020-07-09T09:29:00Z</dcterms:created>
  <dcterms:modified xsi:type="dcterms:W3CDTF">2020-07-16T19:01:00Z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0x010100DE95A0C693CEB341887D38A4A2B58B45040072C752107C5A7B47AA91A1EE638E6F1F</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